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B6845" w14:textId="77777777"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14:paraId="391BDA1C" w14:textId="77777777" w:rsidR="00152B31" w:rsidRPr="00D00CBD" w:rsidRDefault="00152B31" w:rsidP="00152B31">
      <w:pPr>
        <w:pStyle w:val="Nzev"/>
        <w:rPr>
          <w:rFonts w:ascii="Arial" w:hAnsi="Arial" w:cs="Arial"/>
          <w:b w:val="0"/>
          <w:bCs w:val="0"/>
          <w:color w:val="000000"/>
          <w:szCs w:val="28"/>
        </w:rPr>
      </w:pPr>
    </w:p>
    <w:p w14:paraId="7C8B431A" w14:textId="4B558D85" w:rsidR="00152B31" w:rsidRPr="00AC7FBA" w:rsidRDefault="00152B31" w:rsidP="00152B31">
      <w:pPr>
        <w:pStyle w:val="Nzev"/>
        <w:jc w:val="both"/>
        <w:rPr>
          <w:rFonts w:ascii="Arial" w:hAnsi="Arial" w:cs="Arial"/>
          <w:b w:val="0"/>
          <w:bCs w:val="0"/>
          <w:color w:val="FF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p>
    <w:p w14:paraId="059A41F9" w14:textId="77777777" w:rsidR="00152B31" w:rsidRPr="00D00CBD" w:rsidRDefault="00152B31" w:rsidP="00152B31">
      <w:pPr>
        <w:pStyle w:val="Nzev"/>
        <w:rPr>
          <w:rFonts w:ascii="Arial" w:hAnsi="Arial" w:cs="Arial"/>
          <w:b w:val="0"/>
          <w:bCs w:val="0"/>
          <w:color w:val="000000"/>
          <w:sz w:val="20"/>
          <w:szCs w:val="20"/>
        </w:rPr>
      </w:pPr>
    </w:p>
    <w:p w14:paraId="09E194F3" w14:textId="77777777"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14:paraId="2E1BD731" w14:textId="77777777" w:rsidR="00152B31" w:rsidRPr="00D00CBD" w:rsidRDefault="00152B31" w:rsidP="00152B31">
      <w:pPr>
        <w:pStyle w:val="Nzev"/>
        <w:rPr>
          <w:rFonts w:ascii="Arial" w:hAnsi="Arial" w:cs="Arial"/>
          <w:b w:val="0"/>
          <w:bCs w:val="0"/>
          <w:color w:val="000000"/>
          <w:sz w:val="20"/>
          <w:szCs w:val="20"/>
        </w:rPr>
      </w:pPr>
    </w:p>
    <w:p w14:paraId="7D1B2D04" w14:textId="77777777" w:rsidR="00152B31" w:rsidRPr="00D00CBD" w:rsidRDefault="00152B31" w:rsidP="00152B31">
      <w:pPr>
        <w:jc w:val="center"/>
        <w:rPr>
          <w:rFonts w:cs="Arial"/>
          <w:color w:val="000000"/>
          <w:szCs w:val="20"/>
        </w:rPr>
      </w:pPr>
    </w:p>
    <w:p w14:paraId="169AF7D4" w14:textId="77777777" w:rsidR="00152B31" w:rsidRPr="00D00CBD" w:rsidRDefault="00152B31" w:rsidP="00152B31">
      <w:pPr>
        <w:rPr>
          <w:rFonts w:cs="Arial"/>
          <w:b/>
          <w:color w:val="000000"/>
        </w:rPr>
      </w:pPr>
      <w:r w:rsidRPr="00D00CBD">
        <w:rPr>
          <w:rFonts w:cs="Arial"/>
          <w:b/>
          <w:color w:val="000000"/>
        </w:rPr>
        <w:t>Objednatel:</w:t>
      </w:r>
    </w:p>
    <w:p w14:paraId="52223FC7" w14:textId="77777777" w:rsidR="00152B31" w:rsidRPr="00D00CBD" w:rsidRDefault="00152B31" w:rsidP="00152B31">
      <w:pPr>
        <w:rPr>
          <w:rFonts w:cs="Arial"/>
          <w:color w:val="000000"/>
        </w:rPr>
      </w:pPr>
    </w:p>
    <w:p w14:paraId="06F5A53D" w14:textId="77777777" w:rsidR="00152B31" w:rsidRPr="00D00CBD" w:rsidRDefault="00152B31" w:rsidP="00152B31">
      <w:pPr>
        <w:rPr>
          <w:rFonts w:cs="Arial"/>
          <w:color w:val="000000"/>
        </w:rPr>
      </w:pPr>
      <w:r>
        <w:rPr>
          <w:rFonts w:cs="Arial"/>
          <w:color w:val="000000"/>
        </w:rPr>
        <w:t>TSUB, příspěvková organizace</w:t>
      </w:r>
    </w:p>
    <w:p w14:paraId="18D0D6E0" w14:textId="77777777" w:rsidR="00152B31" w:rsidRPr="00D00CBD" w:rsidRDefault="00152B31" w:rsidP="00152B31">
      <w:pPr>
        <w:jc w:val="both"/>
        <w:rPr>
          <w:rFonts w:cs="Arial"/>
          <w:color w:val="000000"/>
          <w:szCs w:val="20"/>
        </w:rPr>
      </w:pPr>
      <w:r>
        <w:rPr>
          <w:rFonts w:cs="Arial"/>
          <w:color w:val="000000"/>
          <w:szCs w:val="20"/>
        </w:rPr>
        <w:t>Větrná 2037</w:t>
      </w:r>
    </w:p>
    <w:p w14:paraId="1ED00E51" w14:textId="77777777" w:rsidR="00152B31" w:rsidRPr="00D00CBD" w:rsidRDefault="00152B31" w:rsidP="00152B31">
      <w:pPr>
        <w:jc w:val="both"/>
        <w:rPr>
          <w:rFonts w:cs="Arial"/>
          <w:color w:val="000000"/>
          <w:szCs w:val="20"/>
        </w:rPr>
      </w:pPr>
      <w:r w:rsidRPr="00D00CBD">
        <w:rPr>
          <w:rFonts w:cs="Arial"/>
          <w:color w:val="000000"/>
          <w:szCs w:val="20"/>
        </w:rPr>
        <w:t>688 01 Uherský Brod</w:t>
      </w:r>
    </w:p>
    <w:p w14:paraId="2EC20315" w14:textId="77777777"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14:paraId="63FD054F" w14:textId="77777777"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005B02D2">
        <w:rPr>
          <w:szCs w:val="20"/>
        </w:rPr>
        <w:t>PhDr. Josef Ševčík</w:t>
      </w:r>
      <w:r w:rsidR="00515D1D">
        <w:rPr>
          <w:szCs w:val="20"/>
        </w:rPr>
        <w:t>,</w:t>
      </w:r>
      <w:r w:rsidR="005B02D2">
        <w:rPr>
          <w:szCs w:val="20"/>
        </w:rPr>
        <w:t xml:space="preserve"> </w:t>
      </w:r>
      <w:r w:rsidR="00515D1D">
        <w:rPr>
          <w:szCs w:val="20"/>
        </w:rPr>
        <w:t>ředitel</w:t>
      </w:r>
      <w:r w:rsidRPr="001A15B6">
        <w:rPr>
          <w:rFonts w:cs="Arial"/>
          <w:color w:val="000000"/>
          <w:szCs w:val="20"/>
        </w:rPr>
        <w:t xml:space="preserve"> </w:t>
      </w:r>
    </w:p>
    <w:p w14:paraId="7CC188E1" w14:textId="77777777"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14:paraId="27AD1022" w14:textId="77777777" w:rsidR="00152B31" w:rsidRPr="004C177A" w:rsidRDefault="00152B31" w:rsidP="00152B31">
      <w:pPr>
        <w:jc w:val="both"/>
        <w:rPr>
          <w:rFonts w:cs="Arial"/>
          <w:szCs w:val="20"/>
        </w:rPr>
      </w:pPr>
      <w:r>
        <w:rPr>
          <w:rFonts w:cs="Arial"/>
          <w:color w:val="000000"/>
          <w:szCs w:val="20"/>
        </w:rPr>
        <w:t xml:space="preserve">číslo účtu: </w:t>
      </w:r>
      <w:r>
        <w:rPr>
          <w:rFonts w:cs="Arial"/>
          <w:szCs w:val="20"/>
        </w:rPr>
        <w:t>115-3791160257/0100</w:t>
      </w:r>
    </w:p>
    <w:p w14:paraId="1A598A7B" w14:textId="77777777" w:rsidR="00AC7FBA" w:rsidRPr="004C177A" w:rsidRDefault="00AC7FBA" w:rsidP="00AC7FBA">
      <w:pPr>
        <w:jc w:val="both"/>
        <w:rPr>
          <w:rFonts w:cs="Arial"/>
          <w:szCs w:val="20"/>
        </w:rPr>
      </w:pPr>
      <w:r w:rsidRPr="004C177A">
        <w:rPr>
          <w:rFonts w:cs="Arial"/>
          <w:szCs w:val="20"/>
        </w:rPr>
        <w:t xml:space="preserve">Zástupce objednatele ve věcech technických: </w:t>
      </w:r>
      <w:r w:rsidRPr="004C177A">
        <w:rPr>
          <w:rFonts w:cs="Arial"/>
          <w:szCs w:val="20"/>
        </w:rPr>
        <w:tab/>
        <w:t xml:space="preserve">Bc. Rostislav Borovský, </w:t>
      </w:r>
    </w:p>
    <w:p w14:paraId="7822504B" w14:textId="77777777" w:rsidR="00AC7FBA" w:rsidRPr="004C177A" w:rsidRDefault="00AC7FBA" w:rsidP="00AC7FBA">
      <w:pPr>
        <w:ind w:left="3540" w:firstLine="708"/>
        <w:jc w:val="both"/>
        <w:rPr>
          <w:rFonts w:cs="Arial"/>
          <w:szCs w:val="20"/>
        </w:rPr>
      </w:pPr>
      <w:r w:rsidRPr="004C177A">
        <w:rPr>
          <w:rFonts w:cs="Arial"/>
          <w:szCs w:val="20"/>
        </w:rPr>
        <w:t>tel: 572 805 414, E-mail: rostislav.borovsky@tsub.cz</w:t>
      </w:r>
    </w:p>
    <w:p w14:paraId="45400886" w14:textId="77777777"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14:paraId="4493D6AB"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14:paraId="769F3DBA" w14:textId="77777777" w:rsidR="00152B31" w:rsidRPr="00D00CBD" w:rsidRDefault="00152B31" w:rsidP="00152B31">
      <w:pPr>
        <w:jc w:val="both"/>
        <w:rPr>
          <w:rFonts w:cs="Arial"/>
          <w:color w:val="000000"/>
          <w:szCs w:val="20"/>
        </w:rPr>
      </w:pPr>
    </w:p>
    <w:p w14:paraId="56100014" w14:textId="77777777" w:rsidR="00152B31" w:rsidRPr="00D00CBD" w:rsidRDefault="00152B31" w:rsidP="00152B31">
      <w:pPr>
        <w:rPr>
          <w:rFonts w:cs="Arial"/>
          <w:b/>
          <w:color w:val="000000"/>
        </w:rPr>
      </w:pPr>
      <w:r w:rsidRPr="00D00CBD">
        <w:rPr>
          <w:rFonts w:cs="Arial"/>
          <w:b/>
          <w:color w:val="000000"/>
        </w:rPr>
        <w:t>Zhotovitel:</w:t>
      </w:r>
    </w:p>
    <w:p w14:paraId="3EDFF4AE" w14:textId="77777777" w:rsidR="00152B31" w:rsidRPr="00D00CBD" w:rsidRDefault="00152B31" w:rsidP="00152B31">
      <w:pPr>
        <w:jc w:val="both"/>
        <w:rPr>
          <w:rFonts w:cs="Arial"/>
          <w:bCs/>
          <w:color w:val="000000"/>
          <w:szCs w:val="20"/>
        </w:rPr>
      </w:pPr>
    </w:p>
    <w:p w14:paraId="30BA82E4" w14:textId="77777777"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14:paraId="7E3C29D5" w14:textId="77777777"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14:paraId="651DDBBE" w14:textId="77777777"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14:paraId="45840288" w14:textId="77777777"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14:paraId="7461F491" w14:textId="77777777"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14:paraId="6CF064B8" w14:textId="77777777"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14:paraId="5D54E565" w14:textId="77777777"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14:paraId="1CF14BF4" w14:textId="77777777"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14:paraId="6FFB9792" w14:textId="77777777"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14:paraId="21F2A444" w14:textId="77777777"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14:paraId="749491A7" w14:textId="77777777"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14:paraId="02A4A26B" w14:textId="77777777"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14:paraId="00F781F8" w14:textId="77777777" w:rsidR="00152B31" w:rsidRDefault="00152B31" w:rsidP="00152B31">
      <w:pPr>
        <w:jc w:val="both"/>
        <w:rPr>
          <w:rFonts w:cs="Arial"/>
          <w:color w:val="FF0000"/>
          <w:szCs w:val="20"/>
        </w:rPr>
      </w:pPr>
    </w:p>
    <w:p w14:paraId="3241C92F"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14:paraId="20CFE27E" w14:textId="77777777" w:rsidR="00152B31" w:rsidRPr="00D00CBD" w:rsidRDefault="00152B31" w:rsidP="00152B31">
      <w:pPr>
        <w:jc w:val="both"/>
        <w:rPr>
          <w:rFonts w:cs="Arial"/>
          <w:bCs/>
          <w:color w:val="000000"/>
          <w:szCs w:val="20"/>
        </w:rPr>
      </w:pPr>
    </w:p>
    <w:p w14:paraId="6230BAF9" w14:textId="77777777" w:rsidR="00152B31" w:rsidRPr="00D00CBD" w:rsidRDefault="00152B31" w:rsidP="00152B31">
      <w:pPr>
        <w:pStyle w:val="Nadpis1"/>
        <w:rPr>
          <w:rFonts w:cs="Arial"/>
          <w:color w:val="000000"/>
        </w:rPr>
      </w:pPr>
      <w:r w:rsidRPr="00D00CBD">
        <w:rPr>
          <w:rFonts w:cs="Arial"/>
          <w:color w:val="000000"/>
        </w:rPr>
        <w:t>PREAMBULE</w:t>
      </w:r>
    </w:p>
    <w:p w14:paraId="0281D7B0" w14:textId="77777777"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14:paraId="4A3C220D" w14:textId="6534585A" w:rsidR="00152B31" w:rsidRPr="00D00CBD" w:rsidRDefault="00152B31" w:rsidP="00152B31">
      <w:pPr>
        <w:pStyle w:val="Nadpis2"/>
        <w:rPr>
          <w:rFonts w:cs="Arial"/>
          <w:color w:val="000000"/>
        </w:rPr>
      </w:pPr>
      <w:r w:rsidRPr="00D00CBD">
        <w:rPr>
          <w:rFonts w:cs="Arial"/>
          <w:color w:val="000000"/>
        </w:rPr>
        <w:t xml:space="preserve">Podkladem k uzavření této smlouvy je nabídka zhotovitele ze </w:t>
      </w:r>
      <w:r w:rsidRPr="005A1060">
        <w:rPr>
          <w:rFonts w:cs="Arial"/>
          <w:color w:val="000000"/>
          <w:highlight w:val="yellow"/>
        </w:rPr>
        <w:t xml:space="preserve">dne </w:t>
      </w:r>
      <w:r w:rsidRPr="005A1060">
        <w:rPr>
          <w:rFonts w:cs="Arial"/>
          <w:color w:val="FF0000"/>
          <w:szCs w:val="20"/>
          <w:highlight w:val="yellow"/>
        </w:rPr>
        <w:t>XX.XX.20</w:t>
      </w:r>
      <w:r w:rsidR="006E3EAB" w:rsidRPr="005A1060">
        <w:rPr>
          <w:rFonts w:cs="Arial"/>
          <w:color w:val="FF0000"/>
          <w:szCs w:val="20"/>
          <w:highlight w:val="yellow"/>
          <w:lang w:val="cs-CZ"/>
        </w:rPr>
        <w:t>2</w:t>
      </w:r>
      <w:r w:rsidR="00AC7FBA">
        <w:rPr>
          <w:rFonts w:cs="Arial"/>
          <w:color w:val="FF0000"/>
          <w:szCs w:val="20"/>
          <w:highlight w:val="yellow"/>
          <w:lang w:val="cs-CZ"/>
        </w:rPr>
        <w:t>6</w:t>
      </w:r>
      <w:r w:rsidRPr="005A1060">
        <w:rPr>
          <w:rFonts w:cs="Arial"/>
          <w:color w:val="000000"/>
          <w:highlight w:val="yellow"/>
        </w:rPr>
        <w:t>,</w:t>
      </w:r>
      <w:r w:rsidRPr="00D00CBD">
        <w:rPr>
          <w:rFonts w:cs="Arial"/>
          <w:color w:val="000000"/>
        </w:rPr>
        <w:t xml:space="preserve"> která byla vypracována na základě výzvy objednatele k podání nabídky jako zakázka malého rozsahu na stavební práce.</w:t>
      </w:r>
    </w:p>
    <w:p w14:paraId="7FF31F84" w14:textId="77777777"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14:paraId="2D0D1725" w14:textId="77777777" w:rsidR="00152B31" w:rsidRPr="00D00CBD" w:rsidRDefault="00152B31" w:rsidP="00152B31">
      <w:pPr>
        <w:pStyle w:val="Nadpis1"/>
        <w:rPr>
          <w:rFonts w:cs="Arial"/>
          <w:color w:val="000000"/>
        </w:rPr>
      </w:pPr>
      <w:r w:rsidRPr="00D00CBD">
        <w:rPr>
          <w:rFonts w:cs="Arial"/>
          <w:color w:val="000000"/>
        </w:rPr>
        <w:t xml:space="preserve"> PŘEDMĚT DÍLA</w:t>
      </w:r>
    </w:p>
    <w:p w14:paraId="6A3DBA95" w14:textId="77777777"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14:paraId="436C7242" w14:textId="74932C36" w:rsidR="001B090A" w:rsidRPr="000A2D90" w:rsidRDefault="00152B31" w:rsidP="001B090A">
      <w:pPr>
        <w:autoSpaceDE w:val="0"/>
        <w:autoSpaceDN w:val="0"/>
        <w:adjustRightInd w:val="0"/>
        <w:rPr>
          <w:rFonts w:cs="Arial"/>
          <w:b/>
          <w:bCs/>
          <w:szCs w:val="20"/>
          <w:u w:val="single"/>
        </w:rPr>
      </w:pPr>
      <w:r w:rsidRPr="00D00CBD">
        <w:rPr>
          <w:rFonts w:cs="Arial"/>
          <w:color w:val="000000"/>
          <w:sz w:val="24"/>
        </w:rPr>
        <w:br w:type="page"/>
      </w:r>
      <w:r w:rsidRPr="003F20CC">
        <w:rPr>
          <w:rFonts w:cs="Arial"/>
          <w:b/>
          <w:color w:val="000000"/>
        </w:rPr>
        <w:lastRenderedPageBreak/>
        <w:t>„</w:t>
      </w:r>
      <w:r w:rsidR="00E90F75" w:rsidRPr="00E90F75">
        <w:rPr>
          <w:rFonts w:cs="Arial"/>
          <w:b/>
          <w:color w:val="000000"/>
        </w:rPr>
        <w:t>Oprava chodníku v areálu TJ Sokol Újezdec-Těšov</w:t>
      </w:r>
      <w:r w:rsidR="001B090A">
        <w:rPr>
          <w:rFonts w:cs="Arial"/>
          <w:b/>
          <w:color w:val="000000"/>
        </w:rPr>
        <w:t>“</w:t>
      </w:r>
    </w:p>
    <w:p w14:paraId="5D2BE5A8" w14:textId="0F081078" w:rsidR="00152B31" w:rsidRPr="003F20CC" w:rsidRDefault="00152B31" w:rsidP="00BD417C">
      <w:pPr>
        <w:rPr>
          <w:rFonts w:cs="Arial"/>
          <w:b/>
          <w:color w:val="000000"/>
        </w:rPr>
      </w:pPr>
    </w:p>
    <w:p w14:paraId="78163DB6" w14:textId="77777777" w:rsidR="00BD417C" w:rsidRPr="003F20CC" w:rsidRDefault="00BD417C" w:rsidP="00152B31">
      <w:pPr>
        <w:ind w:firstLine="360"/>
        <w:rPr>
          <w:rFonts w:cs="Arial"/>
          <w:color w:val="000000"/>
        </w:rPr>
      </w:pPr>
    </w:p>
    <w:p w14:paraId="084A6D9A" w14:textId="77777777" w:rsidR="00152B31" w:rsidRPr="003F20CC" w:rsidRDefault="00152B31" w:rsidP="00152B31">
      <w:pPr>
        <w:ind w:firstLine="360"/>
        <w:rPr>
          <w:rFonts w:cs="Arial"/>
          <w:color w:val="000000"/>
        </w:rPr>
      </w:pPr>
      <w:r w:rsidRPr="003F20CC">
        <w:rPr>
          <w:rFonts w:cs="Arial"/>
          <w:color w:val="000000"/>
        </w:rPr>
        <w:t xml:space="preserve"> (dále jen „dílo“)</w:t>
      </w:r>
    </w:p>
    <w:p w14:paraId="2A5B5170" w14:textId="77777777" w:rsidR="00BD417C" w:rsidRPr="005A1060" w:rsidRDefault="00BD417C" w:rsidP="00152B31">
      <w:pPr>
        <w:ind w:left="360"/>
        <w:jc w:val="both"/>
        <w:rPr>
          <w:rFonts w:cs="Arial"/>
          <w:color w:val="000000"/>
          <w:szCs w:val="20"/>
          <w:highlight w:val="yellow"/>
        </w:rPr>
      </w:pPr>
    </w:p>
    <w:p w14:paraId="0C4FFAC6" w14:textId="50499DDC" w:rsidR="00152B31" w:rsidRPr="003F20CC" w:rsidRDefault="001B090A" w:rsidP="00152B31">
      <w:pPr>
        <w:ind w:left="360"/>
        <w:jc w:val="both"/>
        <w:rPr>
          <w:rFonts w:cs="Arial"/>
          <w:color w:val="000000"/>
          <w:szCs w:val="20"/>
        </w:rPr>
      </w:pPr>
      <w:r>
        <w:rPr>
          <w:rFonts w:cs="Arial"/>
          <w:color w:val="000000"/>
          <w:szCs w:val="20"/>
        </w:rPr>
        <w:t>Místo stavby:</w:t>
      </w:r>
      <w:r>
        <w:rPr>
          <w:rFonts w:cs="Arial"/>
          <w:color w:val="000000"/>
          <w:szCs w:val="20"/>
        </w:rPr>
        <w:tab/>
      </w:r>
      <w:r w:rsidR="00152B31" w:rsidRPr="003F20CC">
        <w:rPr>
          <w:rFonts w:cs="Arial"/>
          <w:color w:val="000000"/>
          <w:szCs w:val="20"/>
        </w:rPr>
        <w:t>Uherský Brod</w:t>
      </w:r>
    </w:p>
    <w:p w14:paraId="73544389" w14:textId="133B5437" w:rsidR="00152B31" w:rsidRPr="003F20CC" w:rsidRDefault="001B090A" w:rsidP="00152B31">
      <w:pPr>
        <w:ind w:left="360"/>
        <w:jc w:val="both"/>
        <w:rPr>
          <w:rFonts w:cs="Arial"/>
          <w:color w:val="000000"/>
          <w:szCs w:val="20"/>
        </w:rPr>
      </w:pPr>
      <w:r>
        <w:rPr>
          <w:rFonts w:cs="Arial"/>
          <w:color w:val="000000"/>
          <w:szCs w:val="20"/>
        </w:rPr>
        <w:t>Katastrální území:</w:t>
      </w:r>
      <w:r>
        <w:rPr>
          <w:rFonts w:cs="Arial"/>
          <w:color w:val="000000"/>
          <w:szCs w:val="20"/>
        </w:rPr>
        <w:tab/>
      </w:r>
      <w:r w:rsidR="00E90F75">
        <w:rPr>
          <w:rFonts w:cs="Arial"/>
          <w:color w:val="000000"/>
          <w:szCs w:val="20"/>
        </w:rPr>
        <w:t>Újezdec u Luhačovic</w:t>
      </w:r>
    </w:p>
    <w:p w14:paraId="02AFD529" w14:textId="77777777" w:rsidR="00152B31" w:rsidRPr="005A1060" w:rsidRDefault="00152B31" w:rsidP="00152B31">
      <w:pPr>
        <w:ind w:left="360"/>
        <w:jc w:val="both"/>
        <w:rPr>
          <w:rFonts w:cs="Arial"/>
          <w:color w:val="000000"/>
          <w:szCs w:val="20"/>
          <w:highlight w:val="yellow"/>
        </w:rPr>
      </w:pPr>
    </w:p>
    <w:p w14:paraId="1A81C746" w14:textId="77777777" w:rsidR="0030795B" w:rsidRDefault="0030795B" w:rsidP="0030795B">
      <w:pPr>
        <w:autoSpaceDE w:val="0"/>
        <w:autoSpaceDN w:val="0"/>
        <w:adjustRightInd w:val="0"/>
        <w:jc w:val="both"/>
        <w:rPr>
          <w:rFonts w:cs="Arial"/>
          <w:szCs w:val="20"/>
        </w:rPr>
      </w:pPr>
      <w:r w:rsidRPr="00F4426E">
        <w:rPr>
          <w:rFonts w:cs="Arial"/>
          <w:szCs w:val="20"/>
        </w:rPr>
        <w:t xml:space="preserve">V areálu TJ Sokol Újezdec-Těšov je řešena rekonstrukce stávajících ploch pro pěší. Trasa je vedena od stávající zpevněné plochy na ulici 1. Května kolem západního okraje fotbalového hřiště po stávající nezpevněnou plochu u vlakového nádraží. Plocha má délku 114,01 m, šířka je proměnná od 1,50 m po 8,52 m. Dlažba plochy je tvořena betonovou vodopropustnou dlažbou tvaru kvádru v šedém odstínu. Varovné pásy budou tvořeny zámkovou slepeckou dlažbou v červeném odstínu. Plochy za obrubami budou ohumusovány a zatravněny. Cílový stav je oprava a bezbariérové řešení všech ploch pro pěší v dané lokalitě a jejich revitalizace na normové parametry platné v současné době. </w:t>
      </w:r>
    </w:p>
    <w:p w14:paraId="6763C9F0" w14:textId="77777777" w:rsidR="00152B31" w:rsidRPr="00D00CBD" w:rsidRDefault="00152B31" w:rsidP="00152B31">
      <w:pPr>
        <w:ind w:left="360"/>
        <w:jc w:val="both"/>
        <w:rPr>
          <w:rFonts w:cs="Arial"/>
          <w:color w:val="000000"/>
          <w:szCs w:val="20"/>
        </w:rPr>
      </w:pPr>
    </w:p>
    <w:p w14:paraId="7A46FD36" w14:textId="77777777" w:rsidR="00152B31" w:rsidRPr="00FA7A63" w:rsidRDefault="00152B31" w:rsidP="00152B31">
      <w:pPr>
        <w:pStyle w:val="Nadpis2"/>
        <w:rPr>
          <w:rFonts w:cs="Arial"/>
          <w:color w:val="000000"/>
        </w:rPr>
      </w:pPr>
      <w:r w:rsidRPr="00FA7A63">
        <w:rPr>
          <w:rFonts w:cs="Arial"/>
          <w:color w:val="000000"/>
        </w:rPr>
        <w:t>Rozsah díla</w:t>
      </w:r>
    </w:p>
    <w:p w14:paraId="106CF895" w14:textId="77777777"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14:paraId="3F891843" w14:textId="77777777"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14:paraId="09749BA8" w14:textId="77777777"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14:paraId="59844349" w14:textId="77777777" w:rsidR="00152B31" w:rsidRPr="00D00CBD" w:rsidRDefault="00152B31" w:rsidP="00152B31">
      <w:pPr>
        <w:rPr>
          <w:rFonts w:cs="Arial"/>
          <w:color w:val="000000"/>
        </w:rPr>
      </w:pPr>
    </w:p>
    <w:p w14:paraId="42163DC2" w14:textId="77777777" w:rsidR="00152B31" w:rsidRPr="00D00CBD" w:rsidRDefault="00152B31" w:rsidP="00152B31">
      <w:pPr>
        <w:pStyle w:val="Nadpis3"/>
        <w:rPr>
          <w:rFonts w:cs="Arial"/>
          <w:color w:val="000000"/>
        </w:rPr>
      </w:pPr>
      <w:r w:rsidRPr="00D00CBD">
        <w:rPr>
          <w:rFonts w:cs="Arial"/>
          <w:color w:val="000000"/>
        </w:rPr>
        <w:t xml:space="preserve">Vlastní a související práce </w:t>
      </w:r>
    </w:p>
    <w:p w14:paraId="6A4C071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14:paraId="01B86EAC"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14:paraId="1B7A7F3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14:paraId="457067A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14:paraId="04458BB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14:paraId="7B0DFD1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14:paraId="62B24C3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14:paraId="6D23C30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14:paraId="0FFEFCC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14:paraId="4435231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14:paraId="4590AC7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14:paraId="5A34E2B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14:paraId="39E9602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14:paraId="491A15A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14:paraId="08BC7F1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14:paraId="426407F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14:paraId="1291950D"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14:paraId="760FC7C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14:paraId="5670C02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14:paraId="3E88EA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14:paraId="258D38F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14:paraId="35CF0312" w14:textId="77777777"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14:paraId="61B58AE0" w14:textId="77777777"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14:paraId="0C9D9C34" w14:textId="77777777" w:rsidR="00A81127" w:rsidRPr="00E97E8E" w:rsidRDefault="00A81127" w:rsidP="00E97E8E">
      <w:pPr>
        <w:ind w:left="714"/>
        <w:jc w:val="both"/>
        <w:rPr>
          <w:rFonts w:cs="Arial"/>
          <w:szCs w:val="20"/>
        </w:rPr>
      </w:pPr>
    </w:p>
    <w:p w14:paraId="157E2EC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14:paraId="24D5C2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14:paraId="37879E3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14:paraId="68CDFB6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14:paraId="41325A3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14:paraId="43BBA18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14:paraId="102FD48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14:paraId="15F98395" w14:textId="77777777" w:rsidR="00152B31" w:rsidRPr="00D00CBD" w:rsidRDefault="00152B31" w:rsidP="00152B31">
      <w:pPr>
        <w:tabs>
          <w:tab w:val="left" w:pos="540"/>
          <w:tab w:val="left" w:pos="1080"/>
        </w:tabs>
        <w:jc w:val="both"/>
        <w:rPr>
          <w:rFonts w:cs="Arial"/>
          <w:color w:val="000000"/>
          <w:sz w:val="24"/>
        </w:rPr>
      </w:pPr>
    </w:p>
    <w:p w14:paraId="2039AF9E" w14:textId="77777777" w:rsidR="00152B31" w:rsidRPr="00D00CBD" w:rsidRDefault="00152B31" w:rsidP="00152B31">
      <w:pPr>
        <w:pStyle w:val="Nadpis2"/>
        <w:rPr>
          <w:rFonts w:cs="Arial"/>
          <w:color w:val="000000"/>
        </w:rPr>
      </w:pPr>
      <w:r w:rsidRPr="00D00CBD">
        <w:rPr>
          <w:rFonts w:cs="Arial"/>
          <w:color w:val="000000"/>
        </w:rPr>
        <w:t>Změna předmětu smlouvy</w:t>
      </w:r>
    </w:p>
    <w:p w14:paraId="6012F49F" w14:textId="77777777"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14:paraId="523F68C1" w14:textId="77777777" w:rsidR="00152B31" w:rsidRPr="00D00CBD" w:rsidRDefault="00152B31" w:rsidP="00152B31">
      <w:pPr>
        <w:rPr>
          <w:rFonts w:cs="Arial"/>
          <w:color w:val="000000"/>
        </w:rPr>
      </w:pPr>
    </w:p>
    <w:p w14:paraId="65A28AA7" w14:textId="77777777" w:rsidR="00152B31" w:rsidRDefault="00152B31" w:rsidP="00152B31">
      <w:pPr>
        <w:rPr>
          <w:rFonts w:cs="Arial"/>
          <w:color w:val="000000"/>
        </w:rPr>
      </w:pPr>
    </w:p>
    <w:p w14:paraId="27AE2101" w14:textId="77777777" w:rsidR="003244EF" w:rsidRPr="00D00CBD" w:rsidRDefault="003244EF" w:rsidP="00152B31">
      <w:pPr>
        <w:rPr>
          <w:rFonts w:cs="Arial"/>
          <w:color w:val="000000"/>
        </w:rPr>
      </w:pPr>
    </w:p>
    <w:p w14:paraId="303ED872" w14:textId="27E2BADB" w:rsidR="00152B31" w:rsidRPr="000B4D1D" w:rsidRDefault="00152B31" w:rsidP="000B4D1D">
      <w:pPr>
        <w:pStyle w:val="Nadpis1"/>
        <w:rPr>
          <w:rFonts w:cs="Arial"/>
          <w:color w:val="000000"/>
        </w:rPr>
      </w:pPr>
      <w:r w:rsidRPr="00D00CBD">
        <w:rPr>
          <w:rFonts w:cs="Arial"/>
          <w:color w:val="000000"/>
        </w:rPr>
        <w:lastRenderedPageBreak/>
        <w:t>DOBA PLNĚNÍ</w:t>
      </w:r>
    </w:p>
    <w:p w14:paraId="19B57C08" w14:textId="530062A6" w:rsidR="00AC7FBA" w:rsidRPr="00EB3C2F" w:rsidRDefault="00AC7FBA" w:rsidP="00AC7FBA">
      <w:r w:rsidRPr="00EB3C2F">
        <w:t>Zahájení prací: nejpozději od 06.04.2026</w:t>
      </w:r>
      <w:r w:rsidR="00C34648" w:rsidRPr="00EB3C2F">
        <w:t xml:space="preserve"> (první realizovat plochu část 2 </w:t>
      </w:r>
      <w:r w:rsidR="009C34FF" w:rsidRPr="00EB3C2F">
        <w:t>= 66,11 m</w:t>
      </w:r>
      <w:r w:rsidR="00C34648" w:rsidRPr="00EB3C2F">
        <w:t xml:space="preserve"> dle PD. Po dokončení části 2, pokračovat v realizaci části 1 = 47,90 m dle PD).</w:t>
      </w:r>
    </w:p>
    <w:p w14:paraId="6264032A" w14:textId="1EFADD54" w:rsidR="00AC7FBA" w:rsidRPr="00EB3C2F" w:rsidRDefault="00AC7FBA" w:rsidP="00AC7FBA">
      <w:r w:rsidRPr="00EB3C2F">
        <w:t>Dokončení díla: do 8 týdnů od zahájení</w:t>
      </w:r>
    </w:p>
    <w:p w14:paraId="0168258D" w14:textId="77777777" w:rsidR="00152B31" w:rsidRDefault="00152B31" w:rsidP="00152B31">
      <w:pPr>
        <w:pStyle w:val="Default"/>
        <w:rPr>
          <w:b/>
          <w:bCs/>
          <w:sz w:val="20"/>
          <w:szCs w:val="20"/>
        </w:rPr>
      </w:pPr>
    </w:p>
    <w:p w14:paraId="13753F8F" w14:textId="77777777" w:rsidR="00152B31" w:rsidRPr="00D00CBD" w:rsidRDefault="00152B31" w:rsidP="00152B31">
      <w:pPr>
        <w:pStyle w:val="Nadpis1"/>
        <w:rPr>
          <w:rFonts w:cs="Arial"/>
          <w:color w:val="000000"/>
        </w:rPr>
      </w:pPr>
      <w:r w:rsidRPr="00D00CBD">
        <w:rPr>
          <w:rFonts w:cs="Arial"/>
          <w:color w:val="000000"/>
        </w:rPr>
        <w:t>CENA DÍLA</w:t>
      </w:r>
    </w:p>
    <w:p w14:paraId="1414004F" w14:textId="77777777"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14:paraId="5E5C8DE2" w14:textId="77777777"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14:paraId="5C462894" w14:textId="77777777" w:rsidTr="0086073D">
        <w:trPr>
          <w:trHeight w:val="324"/>
        </w:trPr>
        <w:tc>
          <w:tcPr>
            <w:tcW w:w="3795" w:type="dxa"/>
          </w:tcPr>
          <w:p w14:paraId="1FBBFB9F" w14:textId="77777777" w:rsidR="00152B31" w:rsidRPr="00D00CBD" w:rsidRDefault="00152B31" w:rsidP="0086073D">
            <w:pPr>
              <w:rPr>
                <w:rFonts w:cs="Arial"/>
                <w:b/>
                <w:color w:val="000000"/>
              </w:rPr>
            </w:pPr>
            <w:r w:rsidRPr="00D00CBD">
              <w:rPr>
                <w:rFonts w:cs="Arial"/>
                <w:b/>
                <w:color w:val="000000"/>
              </w:rPr>
              <w:t>Cena bez DPH</w:t>
            </w:r>
          </w:p>
        </w:tc>
        <w:tc>
          <w:tcPr>
            <w:tcW w:w="3118" w:type="dxa"/>
          </w:tcPr>
          <w:p w14:paraId="09B0BCC3" w14:textId="77777777" w:rsidR="00152B31" w:rsidRPr="00D00CBD" w:rsidRDefault="00152B31" w:rsidP="0086073D">
            <w:pPr>
              <w:pStyle w:val="Cenatabulka"/>
              <w:rPr>
                <w:rFonts w:cs="Arial"/>
                <w:color w:val="000000"/>
              </w:rPr>
            </w:pPr>
            <w:r w:rsidRPr="00AC7FBA">
              <w:rPr>
                <w:rFonts w:cs="Arial"/>
                <w:color w:val="FF0000"/>
                <w:highlight w:val="yellow"/>
              </w:rPr>
              <w:t>XXX XXX</w:t>
            </w:r>
            <w:r w:rsidRPr="006E5688">
              <w:rPr>
                <w:rFonts w:cs="Arial"/>
                <w:color w:val="FF0000"/>
              </w:rPr>
              <w:t xml:space="preserve"> </w:t>
            </w:r>
            <w:r w:rsidRPr="00D00CBD">
              <w:rPr>
                <w:rFonts w:cs="Arial"/>
                <w:color w:val="000000"/>
              </w:rPr>
              <w:t>Kč</w:t>
            </w:r>
          </w:p>
        </w:tc>
      </w:tr>
      <w:tr w:rsidR="00152B31" w:rsidRPr="00D00CBD" w14:paraId="01B4D29B" w14:textId="77777777" w:rsidTr="0086073D">
        <w:trPr>
          <w:trHeight w:val="324"/>
        </w:trPr>
        <w:tc>
          <w:tcPr>
            <w:tcW w:w="3795" w:type="dxa"/>
          </w:tcPr>
          <w:p w14:paraId="0A8FA842" w14:textId="77777777" w:rsidR="00152B31" w:rsidRPr="00D00CBD" w:rsidRDefault="00152B31" w:rsidP="0086073D">
            <w:pPr>
              <w:rPr>
                <w:rFonts w:cs="Arial"/>
                <w:b/>
                <w:color w:val="000000"/>
              </w:rPr>
            </w:pPr>
            <w:r w:rsidRPr="00D00CBD">
              <w:rPr>
                <w:rFonts w:cs="Arial"/>
                <w:b/>
                <w:color w:val="000000"/>
              </w:rPr>
              <w:t>DPH 21%</w:t>
            </w:r>
          </w:p>
        </w:tc>
        <w:tc>
          <w:tcPr>
            <w:tcW w:w="3118" w:type="dxa"/>
          </w:tcPr>
          <w:p w14:paraId="4436B46F" w14:textId="77777777" w:rsidR="00152B31" w:rsidRPr="00D00CBD" w:rsidRDefault="00152B31" w:rsidP="0086073D">
            <w:pPr>
              <w:pStyle w:val="Cenatabulka"/>
              <w:rPr>
                <w:rFonts w:cs="Arial"/>
                <w:color w:val="000000"/>
              </w:rPr>
            </w:pPr>
            <w:r w:rsidRPr="00AC7FBA">
              <w:rPr>
                <w:rFonts w:cs="Arial"/>
                <w:color w:val="FF0000"/>
                <w:highlight w:val="yellow"/>
              </w:rPr>
              <w:t>XXX XXX</w:t>
            </w:r>
            <w:r w:rsidRPr="006E5688">
              <w:rPr>
                <w:rFonts w:cs="Arial"/>
                <w:color w:val="FF0000"/>
              </w:rPr>
              <w:t xml:space="preserve"> </w:t>
            </w:r>
            <w:r w:rsidRPr="00D00CBD">
              <w:rPr>
                <w:rFonts w:cs="Arial"/>
                <w:color w:val="000000"/>
              </w:rPr>
              <w:t>Kč</w:t>
            </w:r>
          </w:p>
        </w:tc>
      </w:tr>
      <w:tr w:rsidR="00152B31" w:rsidRPr="00D00CBD" w14:paraId="137FCEBA" w14:textId="77777777" w:rsidTr="0086073D">
        <w:trPr>
          <w:trHeight w:val="324"/>
        </w:trPr>
        <w:tc>
          <w:tcPr>
            <w:tcW w:w="3795" w:type="dxa"/>
          </w:tcPr>
          <w:p w14:paraId="11003457" w14:textId="77777777"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14:paraId="4FE4B1A4" w14:textId="77777777" w:rsidR="00152B31" w:rsidRPr="00D00CBD" w:rsidRDefault="00152B31" w:rsidP="0086073D">
            <w:pPr>
              <w:pStyle w:val="Cenatabulka"/>
              <w:rPr>
                <w:rFonts w:cs="Arial"/>
                <w:color w:val="000000"/>
                <w:szCs w:val="24"/>
              </w:rPr>
            </w:pPr>
            <w:r w:rsidRPr="00AC7FBA">
              <w:rPr>
                <w:rFonts w:cs="Arial"/>
                <w:color w:val="FF0000"/>
                <w:highlight w:val="yellow"/>
              </w:rPr>
              <w:t>XXX XXX</w:t>
            </w:r>
            <w:r w:rsidRPr="006E5688">
              <w:rPr>
                <w:rFonts w:cs="Arial"/>
                <w:color w:val="FF0000"/>
              </w:rPr>
              <w:t xml:space="preserve"> </w:t>
            </w:r>
            <w:r w:rsidRPr="00D00CBD">
              <w:rPr>
                <w:rFonts w:cs="Arial"/>
                <w:color w:val="000000"/>
              </w:rPr>
              <w:t>Kč</w:t>
            </w:r>
          </w:p>
        </w:tc>
      </w:tr>
    </w:tbl>
    <w:p w14:paraId="292A697F" w14:textId="77777777" w:rsidR="00152B31" w:rsidRPr="00D00CBD" w:rsidRDefault="00152B31" w:rsidP="00152B31">
      <w:pPr>
        <w:ind w:left="360"/>
        <w:jc w:val="both"/>
        <w:rPr>
          <w:rFonts w:cs="Arial"/>
          <w:color w:val="000000"/>
          <w:szCs w:val="20"/>
        </w:rPr>
      </w:pPr>
    </w:p>
    <w:p w14:paraId="5B1E0241" w14:textId="77777777"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14:paraId="29495EA4" w14:textId="77777777"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14:paraId="7EC08A0C" w14:textId="77777777"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14:paraId="3B7CF1B6" w14:textId="77777777" w:rsidR="00152B31" w:rsidRPr="00D00CBD" w:rsidRDefault="00152B31" w:rsidP="00152B31">
      <w:pPr>
        <w:rPr>
          <w:rFonts w:cs="Arial"/>
          <w:color w:val="000000"/>
          <w:sz w:val="24"/>
        </w:rPr>
      </w:pPr>
    </w:p>
    <w:p w14:paraId="435196A1" w14:textId="77777777" w:rsidR="00152B31" w:rsidRPr="00D00CBD" w:rsidRDefault="00152B31" w:rsidP="00152B31">
      <w:pPr>
        <w:pStyle w:val="Nadpis1"/>
        <w:rPr>
          <w:rFonts w:cs="Arial"/>
          <w:color w:val="000000"/>
        </w:rPr>
      </w:pPr>
      <w:r w:rsidRPr="00D00CBD">
        <w:rPr>
          <w:rFonts w:cs="Arial"/>
          <w:color w:val="000000"/>
        </w:rPr>
        <w:t>Podmínky pro změnu ceny</w:t>
      </w:r>
    </w:p>
    <w:p w14:paraId="2C0C6B37" w14:textId="77777777"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14:paraId="7379F6D1"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14:paraId="28FEA7F6"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14:paraId="4C7E61E8" w14:textId="77777777" w:rsidR="00152B31" w:rsidRPr="00D00CBD" w:rsidRDefault="00152B31" w:rsidP="00152B31">
      <w:pPr>
        <w:tabs>
          <w:tab w:val="left" w:pos="540"/>
          <w:tab w:val="left" w:pos="1080"/>
        </w:tabs>
        <w:jc w:val="both"/>
        <w:rPr>
          <w:rFonts w:cs="Arial"/>
          <w:color w:val="000000"/>
          <w:szCs w:val="20"/>
        </w:rPr>
      </w:pPr>
    </w:p>
    <w:p w14:paraId="277EDD72" w14:textId="77777777" w:rsidR="00152B31" w:rsidRPr="00D00CBD" w:rsidRDefault="00152B31" w:rsidP="00152B31">
      <w:pPr>
        <w:pStyle w:val="Nadpis3"/>
        <w:rPr>
          <w:rFonts w:cs="Arial"/>
          <w:color w:val="000000"/>
        </w:rPr>
      </w:pPr>
      <w:r w:rsidRPr="00D00CBD">
        <w:rPr>
          <w:rFonts w:cs="Arial"/>
          <w:color w:val="000000"/>
        </w:rPr>
        <w:t>Způsob sjednání změny ceny</w:t>
      </w:r>
    </w:p>
    <w:p w14:paraId="490221ED"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14:paraId="71DC4DD2"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14:paraId="2BA2717E" w14:textId="77777777"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14:paraId="11E8C086" w14:textId="77777777"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14:paraId="292E8EAD" w14:textId="77777777" w:rsidR="00491218" w:rsidRDefault="00491218" w:rsidP="00491218">
      <w:pPr>
        <w:jc w:val="both"/>
        <w:rPr>
          <w:rFonts w:cs="Arial"/>
          <w:color w:val="000000"/>
        </w:rPr>
      </w:pPr>
    </w:p>
    <w:p w14:paraId="7A244CF3" w14:textId="77777777" w:rsidR="00491218" w:rsidRDefault="00491218" w:rsidP="00491218">
      <w:pPr>
        <w:jc w:val="both"/>
        <w:rPr>
          <w:rFonts w:cs="Arial"/>
          <w:color w:val="000000"/>
        </w:rPr>
      </w:pPr>
    </w:p>
    <w:p w14:paraId="5DA8F8C4" w14:textId="77777777" w:rsidR="00152B31" w:rsidRPr="00D00CBD" w:rsidRDefault="00152B31" w:rsidP="00152B31">
      <w:pPr>
        <w:pStyle w:val="Nadpis1"/>
        <w:rPr>
          <w:rFonts w:cs="Arial"/>
          <w:color w:val="000000"/>
        </w:rPr>
      </w:pPr>
      <w:r w:rsidRPr="00D00CBD">
        <w:rPr>
          <w:rFonts w:cs="Arial"/>
          <w:color w:val="000000"/>
        </w:rPr>
        <w:lastRenderedPageBreak/>
        <w:t>PLATEBNÍ PODMÍNKY</w:t>
      </w:r>
    </w:p>
    <w:p w14:paraId="365C6606" w14:textId="77777777" w:rsidR="00152B31" w:rsidRPr="00D00CBD" w:rsidRDefault="00152B31" w:rsidP="00152B31">
      <w:pPr>
        <w:pStyle w:val="Nadpis2"/>
        <w:rPr>
          <w:rFonts w:cs="Arial"/>
          <w:color w:val="000000"/>
        </w:rPr>
      </w:pPr>
      <w:r w:rsidRPr="00D00CBD">
        <w:rPr>
          <w:rFonts w:cs="Arial"/>
          <w:color w:val="000000"/>
        </w:rPr>
        <w:t>Objednatel neposkytuje zálohy.</w:t>
      </w:r>
    </w:p>
    <w:p w14:paraId="11C2C076" w14:textId="77777777"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14:paraId="775E1EE5" w14:textId="77777777"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14:paraId="70D42196" w14:textId="77777777"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14:paraId="15197500"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14:paraId="0CAA3E12" w14:textId="77777777"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14:paraId="7A1BED6F" w14:textId="77777777"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14:paraId="1C70C4AC" w14:textId="77777777" w:rsidR="00491218" w:rsidRPr="00491218" w:rsidRDefault="00491218" w:rsidP="00491218">
      <w:pPr>
        <w:rPr>
          <w:lang w:eastAsia="x-none"/>
        </w:rPr>
      </w:pPr>
    </w:p>
    <w:p w14:paraId="2D35AC03" w14:textId="77777777"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14:paraId="7F14CB66"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14:paraId="5BCBFFDD" w14:textId="77777777"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14:paraId="3C23AC35"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14:paraId="3F924ED0"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14:paraId="6AE64811"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14:paraId="1F67B175" w14:textId="77777777"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14:paraId="680FA3F4" w14:textId="77777777" w:rsidR="00491218" w:rsidRPr="00491218" w:rsidRDefault="00491218" w:rsidP="00491218">
      <w:pPr>
        <w:rPr>
          <w:lang w:eastAsia="x-none"/>
        </w:rPr>
      </w:pPr>
    </w:p>
    <w:p w14:paraId="3B11A84C" w14:textId="77777777"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14:paraId="2F725197" w14:textId="77777777" w:rsidR="00491218" w:rsidRPr="00491218" w:rsidRDefault="00491218" w:rsidP="00491218">
      <w:pPr>
        <w:rPr>
          <w:lang w:eastAsia="x-none"/>
        </w:rPr>
      </w:pPr>
    </w:p>
    <w:p w14:paraId="4FB0C97F" w14:textId="77777777"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14:paraId="4C2EFD74" w14:textId="77777777" w:rsidR="00491218" w:rsidRPr="00491218" w:rsidRDefault="00491218" w:rsidP="00491218">
      <w:pPr>
        <w:rPr>
          <w:lang w:eastAsia="x-none"/>
        </w:rPr>
      </w:pPr>
    </w:p>
    <w:p w14:paraId="41BE2FB2" w14:textId="77777777"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14:paraId="3838905D" w14:textId="77777777"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14:paraId="6D070B4F" w14:textId="77777777" w:rsidR="00152B31" w:rsidRPr="00665DBD" w:rsidRDefault="00152B31" w:rsidP="00152B31">
      <w:pPr>
        <w:rPr>
          <w:lang w:val="x-none" w:eastAsia="x-none"/>
        </w:rPr>
      </w:pPr>
    </w:p>
    <w:p w14:paraId="4249D980" w14:textId="77777777" w:rsidR="00152B31" w:rsidRPr="00D00CBD" w:rsidRDefault="00152B31" w:rsidP="00152B31">
      <w:pPr>
        <w:pStyle w:val="Nadpis1"/>
        <w:rPr>
          <w:rFonts w:cs="Arial"/>
          <w:color w:val="000000"/>
        </w:rPr>
      </w:pPr>
      <w:r w:rsidRPr="00D00CBD">
        <w:rPr>
          <w:rFonts w:cs="Arial"/>
          <w:color w:val="000000"/>
        </w:rPr>
        <w:t>STAVENIŠTĚ</w:t>
      </w:r>
    </w:p>
    <w:p w14:paraId="2629CA76" w14:textId="77777777"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14:paraId="2C48C4DE" w14:textId="77777777" w:rsidR="00152B31" w:rsidRDefault="00152B31" w:rsidP="00152B31">
      <w:pPr>
        <w:pStyle w:val="Nadpis2"/>
        <w:rPr>
          <w:rFonts w:cs="Arial"/>
          <w:color w:val="000000"/>
          <w:lang w:val="cs-CZ"/>
        </w:rPr>
      </w:pPr>
      <w:r w:rsidRPr="00D00CBD">
        <w:rPr>
          <w:rFonts w:cs="Arial"/>
          <w:color w:val="000000"/>
        </w:rPr>
        <w:t>Předání a převzetí staveniště</w:t>
      </w:r>
    </w:p>
    <w:p w14:paraId="7EB554BB" w14:textId="77777777" w:rsidR="009648DE" w:rsidRPr="009648DE" w:rsidRDefault="009648DE" w:rsidP="009648DE">
      <w:pPr>
        <w:rPr>
          <w:lang w:eastAsia="x-none"/>
        </w:rPr>
      </w:pPr>
    </w:p>
    <w:p w14:paraId="0D809335" w14:textId="77777777"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14:paraId="189C02BE" w14:textId="77777777"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14:paraId="3421E620" w14:textId="77777777"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14:paraId="13862ED2" w14:textId="77777777"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14:paraId="1DBEF5EC" w14:textId="77777777" w:rsidR="00152B31" w:rsidRPr="00D00CBD" w:rsidRDefault="00152B31" w:rsidP="00152B31">
      <w:pPr>
        <w:pStyle w:val="Nadpis2"/>
        <w:rPr>
          <w:rFonts w:cs="Arial"/>
          <w:color w:val="000000"/>
        </w:rPr>
      </w:pPr>
      <w:r w:rsidRPr="00D00CBD">
        <w:rPr>
          <w:rFonts w:cs="Arial"/>
          <w:color w:val="000000"/>
        </w:rPr>
        <w:t xml:space="preserve">Vyklizení staveniště </w:t>
      </w:r>
    </w:p>
    <w:p w14:paraId="41ED2B16" w14:textId="77777777"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14:paraId="429AC85A" w14:textId="77777777" w:rsidR="00152B31" w:rsidRPr="00665DBD" w:rsidRDefault="00152B31" w:rsidP="00152B31">
      <w:pPr>
        <w:rPr>
          <w:lang w:val="x-none" w:eastAsia="x-none"/>
        </w:rPr>
      </w:pPr>
    </w:p>
    <w:p w14:paraId="47050AF9" w14:textId="77777777" w:rsidR="00152B31" w:rsidRPr="00D00CBD" w:rsidRDefault="00152B31" w:rsidP="00152B31">
      <w:pPr>
        <w:pStyle w:val="Nadpis1"/>
        <w:rPr>
          <w:rFonts w:cs="Arial"/>
          <w:color w:val="000000"/>
        </w:rPr>
      </w:pPr>
      <w:r w:rsidRPr="00D00CBD">
        <w:rPr>
          <w:rFonts w:cs="Arial"/>
          <w:color w:val="000000"/>
        </w:rPr>
        <w:t>STAVEBNÍ DENÍK</w:t>
      </w:r>
    </w:p>
    <w:p w14:paraId="2782C9FA" w14:textId="77777777"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14:paraId="5F8B354A" w14:textId="77777777"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14:paraId="7A883DEF"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14:paraId="57BCE2CC"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14:paraId="0455986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14:paraId="62C3AD2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14:paraId="07D5E0C6"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14:paraId="331CC33A" w14:textId="77777777"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14:paraId="717A63DB" w14:textId="77777777"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14:paraId="7F55B5F3" w14:textId="77777777"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14:paraId="163232FA" w14:textId="77777777" w:rsidR="008175FD" w:rsidRPr="00E97E8E" w:rsidRDefault="008175FD" w:rsidP="00E97E8E"/>
    <w:p w14:paraId="1EDA5280" w14:textId="77777777" w:rsidR="00152B31" w:rsidRPr="00D00CBD" w:rsidRDefault="00152B31" w:rsidP="00152B31">
      <w:pPr>
        <w:pStyle w:val="Nadpis1"/>
        <w:rPr>
          <w:rFonts w:cs="Arial"/>
          <w:color w:val="000000"/>
          <w:szCs w:val="24"/>
        </w:rPr>
      </w:pPr>
      <w:r w:rsidRPr="00D00CBD">
        <w:rPr>
          <w:rFonts w:cs="Arial"/>
          <w:color w:val="000000"/>
        </w:rPr>
        <w:t>KONTROLNÍ DNY</w:t>
      </w:r>
    </w:p>
    <w:p w14:paraId="389BBC63" w14:textId="77777777"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14:paraId="4996EB2B" w14:textId="77777777"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14:paraId="3DC8BC38" w14:textId="77777777" w:rsidR="00152B31" w:rsidRPr="00D00CBD" w:rsidRDefault="00152B31" w:rsidP="00152B31">
      <w:pPr>
        <w:jc w:val="both"/>
        <w:rPr>
          <w:rFonts w:cs="Arial"/>
          <w:color w:val="000000"/>
          <w:szCs w:val="20"/>
        </w:rPr>
      </w:pPr>
    </w:p>
    <w:p w14:paraId="58E983E3" w14:textId="77777777" w:rsidR="00152B31" w:rsidRPr="00D00CBD" w:rsidRDefault="00152B31" w:rsidP="00152B31">
      <w:pPr>
        <w:jc w:val="both"/>
        <w:rPr>
          <w:rFonts w:cs="Arial"/>
          <w:color w:val="000000"/>
          <w:szCs w:val="20"/>
        </w:rPr>
      </w:pPr>
    </w:p>
    <w:p w14:paraId="1175899D" w14:textId="77777777" w:rsidR="00152B31" w:rsidRPr="00D00CBD" w:rsidRDefault="00152B31" w:rsidP="00152B31">
      <w:pPr>
        <w:pStyle w:val="Nadpis1"/>
        <w:rPr>
          <w:rFonts w:cs="Arial"/>
          <w:color w:val="000000"/>
        </w:rPr>
      </w:pPr>
      <w:r w:rsidRPr="00D00CBD">
        <w:rPr>
          <w:rFonts w:cs="Arial"/>
          <w:color w:val="000000"/>
        </w:rPr>
        <w:t>Provádění díla a bezpečnost práce</w:t>
      </w:r>
    </w:p>
    <w:p w14:paraId="652CFFF5" w14:textId="77777777"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14:paraId="0A64557D" w14:textId="77777777" w:rsidR="003244EF" w:rsidRPr="003244EF" w:rsidRDefault="003244EF" w:rsidP="003244EF">
      <w:pPr>
        <w:rPr>
          <w:lang w:val="x-none" w:eastAsia="x-none"/>
        </w:rPr>
      </w:pPr>
    </w:p>
    <w:p w14:paraId="46305D13" w14:textId="77777777" w:rsidR="00152B31" w:rsidRPr="00D00CBD" w:rsidRDefault="00152B31" w:rsidP="00152B31">
      <w:pPr>
        <w:pStyle w:val="Nadpis2"/>
        <w:rPr>
          <w:rFonts w:cs="Arial"/>
          <w:color w:val="000000"/>
          <w:szCs w:val="20"/>
        </w:rPr>
      </w:pPr>
      <w:r w:rsidRPr="00D00CBD">
        <w:rPr>
          <w:rFonts w:cs="Arial"/>
          <w:color w:val="000000"/>
          <w:szCs w:val="20"/>
        </w:rPr>
        <w:lastRenderedPageBreak/>
        <w:t xml:space="preserve">Zhotovitel se zavazuje provést dílo pod svým osobním vedením. </w:t>
      </w:r>
    </w:p>
    <w:p w14:paraId="486F7260" w14:textId="77777777"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14:paraId="7683A9DC" w14:textId="77777777"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14:paraId="341846B9"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14:paraId="225DECF8" w14:textId="77777777"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14:paraId="08589DB2" w14:textId="77777777"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14:paraId="4AA66099"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14:paraId="6BD4AA7E" w14:textId="77777777"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14:paraId="589D869A" w14:textId="77777777"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14:paraId="2E41B244" w14:textId="77777777"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14:paraId="296098E5" w14:textId="77777777" w:rsidR="0088256C" w:rsidRPr="00E97E8E" w:rsidRDefault="0088256C" w:rsidP="00E97E8E"/>
    <w:p w14:paraId="79D659E3" w14:textId="77777777" w:rsidR="00152B31" w:rsidRPr="00D00CBD" w:rsidRDefault="00152B31" w:rsidP="00152B31">
      <w:pPr>
        <w:rPr>
          <w:rFonts w:cs="Arial"/>
          <w:color w:val="000000"/>
        </w:rPr>
      </w:pPr>
    </w:p>
    <w:p w14:paraId="2F434B5B" w14:textId="77777777" w:rsidR="00152B31" w:rsidRPr="00D00CBD" w:rsidRDefault="00152B31" w:rsidP="00152B31">
      <w:pPr>
        <w:pStyle w:val="Nadpis1"/>
        <w:rPr>
          <w:rFonts w:cs="Arial"/>
          <w:color w:val="000000"/>
        </w:rPr>
      </w:pPr>
      <w:r w:rsidRPr="00D00CBD">
        <w:rPr>
          <w:rFonts w:cs="Arial"/>
          <w:color w:val="000000"/>
        </w:rPr>
        <w:t>Předání a převzetí díla</w:t>
      </w:r>
    </w:p>
    <w:p w14:paraId="43AEBF7F" w14:textId="77777777"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14:paraId="21F53205" w14:textId="77777777"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14:paraId="568CBD36" w14:textId="77777777"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14:paraId="7043A0D3" w14:textId="77777777"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14:paraId="6D7DA12E" w14:textId="77777777" w:rsidR="00491218" w:rsidRPr="00491218" w:rsidRDefault="00491218" w:rsidP="00491218">
      <w:pPr>
        <w:rPr>
          <w:lang w:eastAsia="x-none"/>
        </w:rPr>
      </w:pPr>
    </w:p>
    <w:p w14:paraId="079D5C86" w14:textId="77777777"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14:paraId="3AF32911" w14:textId="77777777"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14:paraId="1D7B4759" w14:textId="77777777"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14:paraId="1D6CD077" w14:textId="77777777"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14:paraId="7286225F"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14:paraId="1EE178BF"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14:paraId="4AE1EFF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14:paraId="58BF6929"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lastRenderedPageBreak/>
        <w:t>-</w:t>
      </w:r>
      <w:r w:rsidRPr="004E4E4D">
        <w:rPr>
          <w:rFonts w:ascii="Arial" w:hAnsi="Arial" w:cs="Arial"/>
          <w:color w:val="000000"/>
          <w:sz w:val="20"/>
          <w:szCs w:val="20"/>
        </w:rPr>
        <w:tab/>
        <w:t>.</w:t>
      </w:r>
    </w:p>
    <w:p w14:paraId="42323DF5"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14:paraId="1C7FC7B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14:paraId="6D1D2D36" w14:textId="77777777"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14:paraId="135C753E"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14:paraId="5D0A927B" w14:textId="77777777"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14:paraId="79A2530B"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p>
    <w:p w14:paraId="6358CF72" w14:textId="77777777" w:rsidR="00152B31" w:rsidRPr="00D00CBD" w:rsidRDefault="00152B31" w:rsidP="00152B31">
      <w:pPr>
        <w:ind w:left="60"/>
        <w:jc w:val="both"/>
        <w:rPr>
          <w:rFonts w:cs="Arial"/>
          <w:b/>
          <w:bCs/>
          <w:color w:val="000000"/>
          <w:szCs w:val="20"/>
        </w:rPr>
      </w:pPr>
    </w:p>
    <w:p w14:paraId="611B2B65" w14:textId="77777777" w:rsidR="00152B31" w:rsidRPr="00D00CBD" w:rsidRDefault="00152B31" w:rsidP="00152B31">
      <w:pPr>
        <w:pStyle w:val="Nadpis1"/>
        <w:rPr>
          <w:rFonts w:cs="Arial"/>
          <w:color w:val="000000"/>
        </w:rPr>
      </w:pPr>
      <w:r w:rsidRPr="00D00CBD">
        <w:rPr>
          <w:rFonts w:cs="Arial"/>
          <w:color w:val="000000"/>
        </w:rPr>
        <w:t>Záruka za jakost díla</w:t>
      </w:r>
    </w:p>
    <w:p w14:paraId="6A5C9981"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14:paraId="7D79E591"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14:paraId="4868E79B" w14:textId="77777777"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14:paraId="7B8A0FEE" w14:textId="77777777"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14:paraId="7A920981" w14:textId="77777777" w:rsidR="00152B31" w:rsidRPr="00D00CBD" w:rsidRDefault="00152B31" w:rsidP="00152B31">
      <w:pPr>
        <w:pStyle w:val="Nadpis2"/>
        <w:rPr>
          <w:rFonts w:cs="Arial"/>
          <w:color w:val="000000"/>
        </w:rPr>
      </w:pPr>
      <w:r w:rsidRPr="00D00CBD">
        <w:rPr>
          <w:rFonts w:cs="Arial"/>
          <w:color w:val="000000"/>
        </w:rPr>
        <w:t>Způsob reklamace vad</w:t>
      </w:r>
    </w:p>
    <w:p w14:paraId="4F83975E" w14:textId="77777777"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14:paraId="0652D495" w14:textId="77777777"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14:paraId="32B20D08" w14:textId="77777777"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14:paraId="73AAA885" w14:textId="77777777"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14:paraId="750FF47E" w14:textId="77777777"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14:paraId="0023817C" w14:textId="77777777" w:rsidR="00152B31" w:rsidRPr="00D00CBD" w:rsidRDefault="00152B31" w:rsidP="00152B31">
      <w:pPr>
        <w:ind w:left="540"/>
        <w:jc w:val="both"/>
        <w:rPr>
          <w:rFonts w:cs="Arial"/>
          <w:color w:val="000000"/>
          <w:szCs w:val="20"/>
        </w:rPr>
      </w:pPr>
    </w:p>
    <w:p w14:paraId="6D2B2153" w14:textId="77777777" w:rsidR="00152B31" w:rsidRDefault="00152B31" w:rsidP="00152B31">
      <w:pPr>
        <w:pStyle w:val="Nadpis3"/>
        <w:rPr>
          <w:rFonts w:cs="Arial"/>
          <w:color w:val="000000"/>
          <w:lang w:val="cs-CZ"/>
        </w:rPr>
      </w:pPr>
      <w:r w:rsidRPr="00D00CBD">
        <w:rPr>
          <w:rFonts w:cs="Arial"/>
          <w:color w:val="000000"/>
        </w:rPr>
        <w:t>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pís. b) a c).</w:t>
      </w:r>
    </w:p>
    <w:p w14:paraId="2AAA5E99" w14:textId="77777777"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14:paraId="64FBD598" w14:textId="77777777"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14:paraId="2C3E0309" w14:textId="77777777"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14:paraId="62072970" w14:textId="77777777" w:rsidR="00152B31" w:rsidRPr="00D00CBD" w:rsidRDefault="00152B31" w:rsidP="00152B31">
      <w:pPr>
        <w:ind w:left="720"/>
        <w:jc w:val="both"/>
        <w:rPr>
          <w:rFonts w:cs="Arial"/>
          <w:bCs/>
          <w:color w:val="000000"/>
          <w:szCs w:val="20"/>
        </w:rPr>
      </w:pPr>
    </w:p>
    <w:p w14:paraId="47CD9E3B" w14:textId="77777777"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14:paraId="363C1088" w14:textId="77777777"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w:t>
      </w:r>
      <w:r w:rsidRPr="00D00CBD">
        <w:rPr>
          <w:rFonts w:cs="Arial"/>
          <w:color w:val="000000"/>
        </w:rPr>
        <w:lastRenderedPageBreak/>
        <w:t>reklamovaných vad, platí pro odstranění vad lhůta maximálně 10 dnů od doručení reklamace.</w:t>
      </w:r>
    </w:p>
    <w:p w14:paraId="3952F5BE" w14:textId="77777777"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14:paraId="3EAA46AD" w14:textId="77777777"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14:paraId="25662DB8" w14:textId="77777777" w:rsidR="00025BE7" w:rsidRPr="00025BE7" w:rsidRDefault="00025BE7" w:rsidP="00025BE7">
      <w:pPr>
        <w:rPr>
          <w:lang w:eastAsia="x-none"/>
        </w:rPr>
      </w:pPr>
    </w:p>
    <w:p w14:paraId="5BF4C1A3" w14:textId="77777777" w:rsidR="00152B31" w:rsidRPr="00D00CBD" w:rsidRDefault="00152B31" w:rsidP="00152B31">
      <w:pPr>
        <w:pStyle w:val="Nadpis1"/>
        <w:rPr>
          <w:rFonts w:cs="Arial"/>
          <w:color w:val="000000"/>
        </w:rPr>
      </w:pPr>
      <w:r w:rsidRPr="00D00CBD">
        <w:rPr>
          <w:rFonts w:cs="Arial"/>
          <w:color w:val="000000"/>
        </w:rPr>
        <w:t>MAJETKOVÉ SANKCE</w:t>
      </w:r>
    </w:p>
    <w:p w14:paraId="57B5633B" w14:textId="77777777" w:rsidR="00152B31" w:rsidRPr="00D00CBD" w:rsidRDefault="00152B31" w:rsidP="00152B31">
      <w:pPr>
        <w:pStyle w:val="Nadpis2"/>
        <w:rPr>
          <w:rFonts w:cs="Arial"/>
          <w:color w:val="000000"/>
        </w:rPr>
      </w:pPr>
      <w:r w:rsidRPr="00D00CBD">
        <w:rPr>
          <w:rFonts w:cs="Arial"/>
          <w:color w:val="000000"/>
        </w:rPr>
        <w:t>Sankce za nesplnění doby plnění</w:t>
      </w:r>
    </w:p>
    <w:p w14:paraId="64ACA02E" w14:textId="77777777"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14:paraId="4D89E511" w14:textId="77777777"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14:paraId="3E25ADA5" w14:textId="77777777"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14:paraId="46835F12" w14:textId="77777777" w:rsidR="00152B31" w:rsidRPr="00D00CBD" w:rsidRDefault="00152B31" w:rsidP="00152B31">
      <w:pPr>
        <w:pStyle w:val="Nadpis2"/>
        <w:rPr>
          <w:rFonts w:cs="Arial"/>
          <w:color w:val="000000"/>
        </w:rPr>
      </w:pPr>
      <w:r w:rsidRPr="00D00CBD">
        <w:rPr>
          <w:rFonts w:cs="Arial"/>
          <w:color w:val="000000"/>
        </w:rPr>
        <w:t>Sankce za neodstranění reklamovaných vad</w:t>
      </w:r>
    </w:p>
    <w:p w14:paraId="38E2FDFF" w14:textId="77777777"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14:paraId="7736EBE9" w14:textId="77777777"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14:paraId="11054667" w14:textId="77777777"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14:paraId="126AA188" w14:textId="77777777"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14:paraId="1FC39628" w14:textId="77777777" w:rsidR="00491218" w:rsidRPr="00491218" w:rsidRDefault="00491218" w:rsidP="00491218">
      <w:pPr>
        <w:rPr>
          <w:lang w:eastAsia="x-none"/>
        </w:rPr>
      </w:pPr>
    </w:p>
    <w:p w14:paraId="2D643567" w14:textId="77777777"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14:paraId="78618515" w14:textId="77777777"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503B8092" w14:textId="77777777"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14:paraId="15C04A51" w14:textId="77777777" w:rsidR="00025BE7" w:rsidRPr="00025BE7" w:rsidRDefault="00025BE7" w:rsidP="00025BE7">
      <w:pPr>
        <w:rPr>
          <w:lang w:eastAsia="x-none"/>
        </w:rPr>
      </w:pPr>
    </w:p>
    <w:p w14:paraId="0CEFC0C6" w14:textId="77777777"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14:paraId="64C31A02" w14:textId="77777777" w:rsidR="003244EF" w:rsidRPr="003244EF" w:rsidRDefault="003244EF" w:rsidP="003244EF">
      <w:pPr>
        <w:rPr>
          <w:lang w:val="x-none" w:eastAsia="x-none"/>
        </w:rPr>
      </w:pPr>
    </w:p>
    <w:p w14:paraId="2BC9B3C4" w14:textId="77777777" w:rsidR="00152B31" w:rsidRPr="00D00CBD" w:rsidRDefault="00152B31" w:rsidP="00152B31">
      <w:pPr>
        <w:pStyle w:val="Nadpis3"/>
        <w:rPr>
          <w:rFonts w:cs="Arial"/>
          <w:color w:val="000000"/>
        </w:rPr>
      </w:pPr>
      <w:r w:rsidRPr="00D00CBD">
        <w:rPr>
          <w:rFonts w:cs="Arial"/>
          <w:color w:val="000000"/>
        </w:rPr>
        <w:lastRenderedPageBreak/>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14:paraId="74023566" w14:textId="77777777"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14:paraId="13C78A09" w14:textId="77777777"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14:paraId="69073809" w14:textId="77777777" w:rsidR="00152B31" w:rsidRPr="00D00CBD" w:rsidRDefault="00152B31" w:rsidP="00152B31">
      <w:pPr>
        <w:rPr>
          <w:rFonts w:cs="Arial"/>
          <w:color w:val="000000"/>
        </w:rPr>
      </w:pPr>
    </w:p>
    <w:p w14:paraId="54FD9705" w14:textId="77777777"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14:paraId="1F978E49" w14:textId="77777777"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14:paraId="143A367A" w14:textId="77777777" w:rsidR="00152B31" w:rsidRPr="00D00CBD" w:rsidRDefault="00152B31" w:rsidP="00152B31">
      <w:pPr>
        <w:pStyle w:val="Nadpis2"/>
        <w:rPr>
          <w:rFonts w:cs="Arial"/>
          <w:color w:val="000000"/>
        </w:rPr>
      </w:pPr>
      <w:r w:rsidRPr="00D00CBD">
        <w:rPr>
          <w:rFonts w:cs="Arial"/>
          <w:color w:val="000000"/>
        </w:rPr>
        <w:t>Hodnota a význam zajišťované povinnosti</w:t>
      </w:r>
    </w:p>
    <w:p w14:paraId="1848A364" w14:textId="77777777"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14:paraId="35B0E83A" w14:textId="77777777" w:rsidR="00152B31" w:rsidRPr="00D00CBD" w:rsidRDefault="00152B31" w:rsidP="00152B31">
      <w:pPr>
        <w:tabs>
          <w:tab w:val="left" w:pos="1080"/>
        </w:tabs>
        <w:jc w:val="both"/>
        <w:rPr>
          <w:rFonts w:cs="Arial"/>
          <w:bCs/>
          <w:color w:val="000000"/>
          <w:szCs w:val="20"/>
        </w:rPr>
      </w:pPr>
    </w:p>
    <w:p w14:paraId="5EC9DC0D" w14:textId="77777777" w:rsidR="00152B31" w:rsidRPr="00D00CBD" w:rsidRDefault="00152B31" w:rsidP="00152B31">
      <w:pPr>
        <w:pStyle w:val="Nadpis2"/>
        <w:rPr>
          <w:rFonts w:cs="Arial"/>
          <w:color w:val="000000"/>
        </w:rPr>
      </w:pPr>
      <w:r w:rsidRPr="00D00CBD">
        <w:rPr>
          <w:rFonts w:cs="Arial"/>
          <w:color w:val="000000"/>
        </w:rPr>
        <w:t>Úrok z prodlení za pozdní úhradu faktury</w:t>
      </w:r>
    </w:p>
    <w:p w14:paraId="010BB68B" w14:textId="77777777"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14:paraId="3966A17A" w14:textId="77777777" w:rsidR="00152B31" w:rsidRPr="00D00CBD" w:rsidRDefault="00152B31" w:rsidP="00152B31">
      <w:pPr>
        <w:pStyle w:val="Nadpis2"/>
        <w:rPr>
          <w:rFonts w:cs="Arial"/>
          <w:color w:val="000000"/>
        </w:rPr>
      </w:pPr>
      <w:r w:rsidRPr="00D00CBD">
        <w:rPr>
          <w:rFonts w:cs="Arial"/>
          <w:color w:val="000000"/>
        </w:rPr>
        <w:t>Způsob vypořádání smluvních pokut</w:t>
      </w:r>
    </w:p>
    <w:p w14:paraId="314D9AE4" w14:textId="77777777"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14:paraId="093BEC68" w14:textId="77777777" w:rsidR="00152B31" w:rsidRPr="00D00CBD" w:rsidRDefault="00152B31" w:rsidP="00152B31">
      <w:pPr>
        <w:rPr>
          <w:rFonts w:cs="Arial"/>
          <w:color w:val="000000"/>
        </w:rPr>
      </w:pPr>
    </w:p>
    <w:p w14:paraId="5AE90182" w14:textId="77777777" w:rsidR="00152B31" w:rsidRPr="00D00CBD" w:rsidRDefault="00152B31" w:rsidP="00152B31">
      <w:pPr>
        <w:pStyle w:val="Nadpis1"/>
        <w:rPr>
          <w:rFonts w:cs="Arial"/>
          <w:color w:val="000000"/>
        </w:rPr>
      </w:pPr>
      <w:r w:rsidRPr="00D00CBD">
        <w:rPr>
          <w:rFonts w:cs="Arial"/>
          <w:color w:val="000000"/>
        </w:rPr>
        <w:t>Vlastnictví díla a nebezpečí škody na díle</w:t>
      </w:r>
    </w:p>
    <w:p w14:paraId="37EBCD1E" w14:textId="77777777"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14:paraId="6C28B929" w14:textId="77777777" w:rsidR="00152B31" w:rsidRPr="00D00CBD" w:rsidRDefault="00152B31" w:rsidP="00152B31">
      <w:pPr>
        <w:ind w:left="60"/>
        <w:jc w:val="both"/>
        <w:rPr>
          <w:rFonts w:cs="Arial"/>
          <w:color w:val="000000"/>
          <w:szCs w:val="20"/>
        </w:rPr>
      </w:pPr>
    </w:p>
    <w:p w14:paraId="71543BC0" w14:textId="77777777" w:rsidR="00152B31" w:rsidRPr="00D00CBD" w:rsidRDefault="00152B31" w:rsidP="00152B31">
      <w:pPr>
        <w:pStyle w:val="Nadpis1"/>
        <w:rPr>
          <w:rFonts w:cs="Arial"/>
          <w:color w:val="000000"/>
        </w:rPr>
      </w:pPr>
      <w:r w:rsidRPr="00D00CBD">
        <w:rPr>
          <w:rFonts w:cs="Arial"/>
          <w:color w:val="000000"/>
        </w:rPr>
        <w:t>Pojištění díla</w:t>
      </w:r>
    </w:p>
    <w:p w14:paraId="47851748" w14:textId="77777777"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14:paraId="57DAF999" w14:textId="77777777" w:rsidR="00152B31" w:rsidRPr="00D00CBD" w:rsidRDefault="00152B31" w:rsidP="00152B31">
      <w:pPr>
        <w:pStyle w:val="Nadpis2"/>
        <w:rPr>
          <w:rFonts w:cs="Arial"/>
          <w:color w:val="000000"/>
        </w:rPr>
      </w:pPr>
      <w:r w:rsidRPr="00D00CBD">
        <w:rPr>
          <w:rFonts w:cs="Arial"/>
          <w:color w:val="000000"/>
        </w:rPr>
        <w:t>Náklady na pojištění nese zhotovitel.</w:t>
      </w:r>
    </w:p>
    <w:p w14:paraId="06A657A0" w14:textId="77777777" w:rsidR="00152B31" w:rsidRPr="00D00CBD" w:rsidRDefault="00152B31" w:rsidP="00152B31">
      <w:pPr>
        <w:rPr>
          <w:rFonts w:cs="Arial"/>
          <w:color w:val="000000"/>
        </w:rPr>
      </w:pPr>
    </w:p>
    <w:p w14:paraId="367C3DF6" w14:textId="77777777" w:rsidR="00152B31" w:rsidRPr="00D00CBD" w:rsidRDefault="00152B31" w:rsidP="00152B31">
      <w:pPr>
        <w:pStyle w:val="Nadpis1"/>
        <w:rPr>
          <w:rFonts w:cs="Arial"/>
          <w:color w:val="000000"/>
        </w:rPr>
      </w:pPr>
      <w:r w:rsidRPr="00D00CBD">
        <w:rPr>
          <w:rFonts w:cs="Arial"/>
          <w:color w:val="000000"/>
        </w:rPr>
        <w:t xml:space="preserve">Vyšší moc </w:t>
      </w:r>
    </w:p>
    <w:p w14:paraId="5761DFFB" w14:textId="77777777"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14:paraId="60DA8350" w14:textId="77777777" w:rsidR="003244EF" w:rsidRPr="003244EF" w:rsidRDefault="003244EF" w:rsidP="003244EF">
      <w:pPr>
        <w:rPr>
          <w:lang w:val="x-none" w:eastAsia="x-none"/>
        </w:rPr>
      </w:pPr>
    </w:p>
    <w:p w14:paraId="39EC79D1" w14:textId="77777777" w:rsidR="003244EF" w:rsidRPr="003244EF" w:rsidRDefault="00152B31" w:rsidP="003244EF">
      <w:pPr>
        <w:pStyle w:val="Nadpis2"/>
        <w:rPr>
          <w:rFonts w:cs="Arial"/>
          <w:color w:val="000000"/>
        </w:rPr>
      </w:pPr>
      <w:r w:rsidRPr="00D00CBD">
        <w:rPr>
          <w:rFonts w:cs="Arial"/>
          <w:color w:val="000000"/>
        </w:rPr>
        <w:lastRenderedPageBreak/>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14:paraId="400A1407" w14:textId="77777777" w:rsidR="00152B31" w:rsidRPr="00D00CBD" w:rsidRDefault="00152B31" w:rsidP="00152B31">
      <w:pPr>
        <w:jc w:val="both"/>
        <w:rPr>
          <w:rFonts w:cs="Arial"/>
          <w:color w:val="000000"/>
          <w:szCs w:val="20"/>
        </w:rPr>
      </w:pPr>
    </w:p>
    <w:p w14:paraId="5DAF26DC" w14:textId="77777777" w:rsidR="00152B31" w:rsidRPr="00D00CBD" w:rsidRDefault="00152B31" w:rsidP="00152B31">
      <w:pPr>
        <w:pStyle w:val="Nadpis1"/>
        <w:rPr>
          <w:rFonts w:cs="Arial"/>
          <w:color w:val="000000"/>
        </w:rPr>
      </w:pPr>
      <w:r w:rsidRPr="00D00CBD">
        <w:rPr>
          <w:rFonts w:cs="Arial"/>
          <w:color w:val="000000"/>
        </w:rPr>
        <w:t>Změna smlouvy</w:t>
      </w:r>
    </w:p>
    <w:p w14:paraId="2372A95B" w14:textId="77777777"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14:paraId="00D7BCF6" w14:textId="77777777"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14:paraId="6F78E5FB" w14:textId="77777777" w:rsidR="00152B31" w:rsidRPr="00D00CBD" w:rsidRDefault="00152B31" w:rsidP="00152B31">
      <w:pPr>
        <w:ind w:left="180"/>
        <w:jc w:val="both"/>
        <w:rPr>
          <w:rFonts w:cs="Arial"/>
          <w:color w:val="000000"/>
          <w:szCs w:val="20"/>
        </w:rPr>
      </w:pPr>
    </w:p>
    <w:p w14:paraId="0C1BCC5E" w14:textId="77777777" w:rsidR="00152B31" w:rsidRPr="00D00CBD" w:rsidRDefault="00152B31" w:rsidP="00152B31">
      <w:pPr>
        <w:jc w:val="both"/>
        <w:rPr>
          <w:rFonts w:cs="Arial"/>
          <w:color w:val="000000"/>
          <w:szCs w:val="20"/>
        </w:rPr>
      </w:pPr>
    </w:p>
    <w:p w14:paraId="217BECAB" w14:textId="77777777" w:rsidR="00152B31" w:rsidRPr="00D00CBD" w:rsidRDefault="00152B31" w:rsidP="00152B31">
      <w:pPr>
        <w:pStyle w:val="Nadpis1"/>
        <w:rPr>
          <w:rFonts w:cs="Arial"/>
          <w:color w:val="000000"/>
        </w:rPr>
      </w:pPr>
      <w:r w:rsidRPr="00D00CBD">
        <w:rPr>
          <w:rFonts w:cs="Arial"/>
          <w:color w:val="000000"/>
        </w:rPr>
        <w:t>Odstoupení od smlouvy</w:t>
      </w:r>
    </w:p>
    <w:p w14:paraId="2A3330A4" w14:textId="77777777"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14:paraId="08DDD93A" w14:textId="77777777"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14:paraId="41E32AC9" w14:textId="77777777"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14:paraId="42ED3B02" w14:textId="77777777"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14:paraId="21FD9B56" w14:textId="77777777" w:rsidR="00152B31" w:rsidRPr="00D00CBD" w:rsidRDefault="00152B31" w:rsidP="00152B31">
      <w:pPr>
        <w:rPr>
          <w:rFonts w:cs="Arial"/>
          <w:color w:val="000000"/>
        </w:rPr>
      </w:pPr>
    </w:p>
    <w:p w14:paraId="193D0364" w14:textId="77777777" w:rsidR="00152B31" w:rsidRPr="00D00CBD" w:rsidRDefault="00152B31" w:rsidP="00152B31">
      <w:pPr>
        <w:pStyle w:val="Nadpis1"/>
        <w:rPr>
          <w:rFonts w:cs="Arial"/>
          <w:color w:val="000000"/>
        </w:rPr>
      </w:pPr>
      <w:r w:rsidRPr="00D00CBD">
        <w:rPr>
          <w:rFonts w:cs="Arial"/>
          <w:color w:val="000000"/>
        </w:rPr>
        <w:t>Všeobecná ujednání</w:t>
      </w:r>
    </w:p>
    <w:p w14:paraId="54B7E24D" w14:textId="77777777"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14:paraId="2D718F0C" w14:textId="77777777" w:rsidR="000C041D" w:rsidRPr="000C041D" w:rsidRDefault="000C041D" w:rsidP="000C041D">
      <w:pPr>
        <w:rPr>
          <w:lang w:eastAsia="x-none"/>
        </w:rPr>
      </w:pPr>
    </w:p>
    <w:p w14:paraId="7889887C" w14:textId="77777777" w:rsidR="00152B31" w:rsidRPr="00D00CBD" w:rsidRDefault="00152B31" w:rsidP="00152B31">
      <w:pPr>
        <w:pStyle w:val="Nadpis1"/>
        <w:rPr>
          <w:rFonts w:cs="Arial"/>
          <w:color w:val="000000"/>
        </w:rPr>
      </w:pPr>
      <w:r w:rsidRPr="00D00CBD">
        <w:rPr>
          <w:rFonts w:cs="Arial"/>
          <w:color w:val="000000"/>
        </w:rPr>
        <w:t>Závěrečná ustanovení</w:t>
      </w:r>
    </w:p>
    <w:p w14:paraId="4F46080A" w14:textId="77777777"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14:paraId="4CAF3F60" w14:textId="77777777"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14:paraId="7A1F143F" w14:textId="77777777" w:rsidR="003244EF" w:rsidRPr="003244EF" w:rsidRDefault="003244EF" w:rsidP="003244EF">
      <w:pPr>
        <w:rPr>
          <w:lang w:val="x-none" w:eastAsia="x-none"/>
        </w:rPr>
      </w:pPr>
    </w:p>
    <w:p w14:paraId="1558B4F1" w14:textId="77777777"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14:paraId="0722455D" w14:textId="77777777" w:rsidR="003244EF" w:rsidRPr="003244EF" w:rsidRDefault="003244EF" w:rsidP="003244EF">
      <w:pPr>
        <w:rPr>
          <w:lang w:val="x-none" w:eastAsia="x-none"/>
        </w:rPr>
      </w:pPr>
    </w:p>
    <w:p w14:paraId="48CBC306" w14:textId="77777777" w:rsidR="00152B31" w:rsidRPr="003244EF" w:rsidRDefault="00152B31" w:rsidP="003244EF">
      <w:pPr>
        <w:pStyle w:val="Nadpis2"/>
        <w:ind w:left="576" w:hanging="576"/>
        <w:rPr>
          <w:lang w:val="cs-CZ"/>
        </w:rPr>
      </w:pPr>
      <w:r w:rsidRPr="00D05FDD">
        <w:lastRenderedPageBreak/>
        <w:t xml:space="preserve">Smluvní strany prohlašují, že žádná část smlouvy nenaplňuje znaky obchodního tajemství dle ustanovení § 504 občanského zákoníku. </w:t>
      </w:r>
    </w:p>
    <w:p w14:paraId="4C058689" w14:textId="77777777"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14:paraId="0B0708F2" w14:textId="77777777"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14:paraId="27EED0DB" w14:textId="77777777" w:rsidR="00152B31" w:rsidRPr="007651A1" w:rsidRDefault="00152B31" w:rsidP="00152B31">
      <w:pPr>
        <w:pStyle w:val="Nadpis2"/>
        <w:ind w:left="576" w:hanging="576"/>
      </w:pPr>
      <w:r>
        <w:t>S</w:t>
      </w:r>
      <w:r w:rsidRPr="007651A1">
        <w:t>mlouva je platná dnem jejího podpisu a účinná dnem jejího uveřejnění v registru smluv.</w:t>
      </w:r>
    </w:p>
    <w:p w14:paraId="0FCF2A18" w14:textId="77777777" w:rsidR="00152B31" w:rsidRPr="00D00CBD" w:rsidRDefault="00152B31" w:rsidP="00152B31">
      <w:pPr>
        <w:pStyle w:val="Nadpis2"/>
        <w:rPr>
          <w:rFonts w:cs="Arial"/>
          <w:color w:val="000000"/>
        </w:rPr>
      </w:pPr>
      <w:r w:rsidRPr="00D00CBD">
        <w:rPr>
          <w:rFonts w:cs="Arial"/>
          <w:color w:val="000000"/>
        </w:rPr>
        <w:t>Přílohy, které jsou nedílnou součástí smlouvy:</w:t>
      </w:r>
    </w:p>
    <w:p w14:paraId="198E879A" w14:textId="77777777"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14:paraId="0BF4F138" w14:textId="77777777" w:rsidR="00152B31" w:rsidRPr="00D00CBD" w:rsidRDefault="00152B31" w:rsidP="00152B31">
      <w:pPr>
        <w:ind w:firstLine="578"/>
        <w:jc w:val="both"/>
        <w:rPr>
          <w:rFonts w:cs="Arial"/>
          <w:color w:val="000000"/>
          <w:szCs w:val="20"/>
        </w:rPr>
      </w:pPr>
    </w:p>
    <w:p w14:paraId="4ED6B5C1" w14:textId="77777777"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41CDE" w:rsidRPr="00D00CBD" w14:paraId="20E27B0C" w14:textId="77777777" w:rsidTr="00430670">
        <w:trPr>
          <w:trHeight w:val="405"/>
        </w:trPr>
        <w:tc>
          <w:tcPr>
            <w:tcW w:w="9501" w:type="dxa"/>
            <w:tcBorders>
              <w:top w:val="single" w:sz="4" w:space="0" w:color="auto"/>
              <w:bottom w:val="nil"/>
            </w:tcBorders>
          </w:tcPr>
          <w:p w14:paraId="1E0780BC" w14:textId="77777777" w:rsidR="00F41CDE" w:rsidRPr="00EB3C2F" w:rsidRDefault="00F41CDE" w:rsidP="00430670">
            <w:pPr>
              <w:rPr>
                <w:rFonts w:cs="Arial"/>
                <w:b/>
                <w:bCs/>
                <w:szCs w:val="20"/>
              </w:rPr>
            </w:pPr>
          </w:p>
        </w:tc>
      </w:tr>
      <w:tr w:rsidR="00F41CDE" w:rsidRPr="00D00CBD" w14:paraId="671F7D89" w14:textId="77777777" w:rsidTr="00430670">
        <w:tc>
          <w:tcPr>
            <w:tcW w:w="9501" w:type="dxa"/>
            <w:tcBorders>
              <w:top w:val="nil"/>
              <w:bottom w:val="nil"/>
            </w:tcBorders>
          </w:tcPr>
          <w:p w14:paraId="2B975187" w14:textId="77777777" w:rsidR="00F41CDE" w:rsidRPr="00EB3C2F" w:rsidRDefault="00F41CDE" w:rsidP="00430670">
            <w:pPr>
              <w:rPr>
                <w:rFonts w:cs="Arial"/>
                <w:b/>
                <w:szCs w:val="20"/>
              </w:rPr>
            </w:pPr>
            <w:r w:rsidRPr="00EB3C2F">
              <w:rPr>
                <w:rFonts w:cs="Arial"/>
                <w:szCs w:val="20"/>
              </w:rPr>
              <w:t>Schváleno orgánem obce:</w:t>
            </w:r>
            <w:r w:rsidRPr="00EB3C2F">
              <w:rPr>
                <w:rFonts w:cs="Arial"/>
                <w:szCs w:val="20"/>
              </w:rPr>
              <w:tab/>
              <w:t>Rada města Uherský Brod</w:t>
            </w:r>
          </w:p>
        </w:tc>
      </w:tr>
      <w:tr w:rsidR="00F41CDE" w:rsidRPr="00D00CBD" w14:paraId="5B1E7ACD" w14:textId="77777777" w:rsidTr="00430670">
        <w:tc>
          <w:tcPr>
            <w:tcW w:w="9501" w:type="dxa"/>
            <w:tcBorders>
              <w:top w:val="nil"/>
              <w:bottom w:val="single" w:sz="4" w:space="0" w:color="auto"/>
            </w:tcBorders>
          </w:tcPr>
          <w:p w14:paraId="3E1FD446" w14:textId="246F115D" w:rsidR="00F41CDE" w:rsidRPr="00EB3C2F" w:rsidRDefault="00D34877" w:rsidP="00430670">
            <w:pPr>
              <w:rPr>
                <w:rFonts w:cs="Arial"/>
                <w:szCs w:val="20"/>
              </w:rPr>
            </w:pPr>
            <w:bookmarkStart w:id="0" w:name="_GoBack"/>
            <w:bookmarkEnd w:id="0"/>
            <w:r w:rsidRPr="00EB3C2F">
              <w:rPr>
                <w:rFonts w:cs="Arial"/>
                <w:szCs w:val="20"/>
              </w:rPr>
              <w:tab/>
            </w:r>
            <w:r w:rsidRPr="00EB3C2F">
              <w:rPr>
                <w:rFonts w:cs="Arial"/>
                <w:szCs w:val="20"/>
              </w:rPr>
              <w:tab/>
            </w:r>
            <w:r w:rsidRPr="00EB3C2F">
              <w:rPr>
                <w:rFonts w:cs="Arial"/>
                <w:szCs w:val="20"/>
              </w:rPr>
              <w:tab/>
            </w:r>
            <w:r w:rsidRPr="00EB3C2F">
              <w:rPr>
                <w:rFonts w:cs="Arial"/>
                <w:szCs w:val="20"/>
              </w:rPr>
              <w:tab/>
              <w:t>schůze konané dne xx.xx.202</w:t>
            </w:r>
            <w:r w:rsidR="00AC7FBA" w:rsidRPr="00EB3C2F">
              <w:rPr>
                <w:rFonts w:cs="Arial"/>
                <w:szCs w:val="20"/>
              </w:rPr>
              <w:t>6</w:t>
            </w:r>
          </w:p>
          <w:p w14:paraId="661F63A9" w14:textId="3397766A" w:rsidR="00F41CDE" w:rsidRPr="00EB3C2F" w:rsidRDefault="00AC7FBA" w:rsidP="00430670">
            <w:pPr>
              <w:rPr>
                <w:rFonts w:cs="Arial"/>
                <w:szCs w:val="20"/>
              </w:rPr>
            </w:pPr>
            <w:r w:rsidRPr="00EB3C2F">
              <w:rPr>
                <w:rFonts w:cs="Arial"/>
                <w:szCs w:val="20"/>
              </w:rPr>
              <w:tab/>
            </w:r>
            <w:r w:rsidRPr="00EB3C2F">
              <w:rPr>
                <w:rFonts w:cs="Arial"/>
                <w:szCs w:val="20"/>
              </w:rPr>
              <w:tab/>
            </w:r>
            <w:r w:rsidRPr="00EB3C2F">
              <w:rPr>
                <w:rFonts w:cs="Arial"/>
                <w:szCs w:val="20"/>
              </w:rPr>
              <w:tab/>
            </w:r>
            <w:r w:rsidRPr="00EB3C2F">
              <w:rPr>
                <w:rFonts w:cs="Arial"/>
                <w:szCs w:val="20"/>
              </w:rPr>
              <w:tab/>
              <w:t>č. usnesení XXXX/RXXX/26</w:t>
            </w:r>
          </w:p>
          <w:p w14:paraId="5D3F2941" w14:textId="77777777" w:rsidR="00F41CDE" w:rsidRPr="00EB3C2F" w:rsidRDefault="00F41CDE" w:rsidP="00430670">
            <w:pPr>
              <w:rPr>
                <w:rFonts w:cs="Arial"/>
                <w:szCs w:val="20"/>
              </w:rPr>
            </w:pPr>
          </w:p>
        </w:tc>
      </w:tr>
    </w:tbl>
    <w:p w14:paraId="3B5A02A9" w14:textId="77777777" w:rsidR="00152B31" w:rsidRDefault="00152B31" w:rsidP="00152B31">
      <w:pPr>
        <w:jc w:val="both"/>
        <w:rPr>
          <w:rFonts w:cs="Arial"/>
          <w:color w:val="000000"/>
          <w:szCs w:val="20"/>
        </w:rPr>
      </w:pPr>
    </w:p>
    <w:p w14:paraId="0724CE5C" w14:textId="77777777" w:rsidR="00F41CDE" w:rsidRPr="00D00CBD" w:rsidRDefault="00F41CDE" w:rsidP="00152B31">
      <w:pPr>
        <w:jc w:val="both"/>
        <w:rPr>
          <w:rFonts w:cs="Arial"/>
          <w:color w:val="000000"/>
          <w:szCs w:val="20"/>
        </w:rPr>
      </w:pPr>
    </w:p>
    <w:p w14:paraId="2A0D6568" w14:textId="77777777" w:rsidR="00152B31" w:rsidRPr="00D00CBD" w:rsidRDefault="00152B31" w:rsidP="00152B31">
      <w:pPr>
        <w:jc w:val="both"/>
        <w:rPr>
          <w:rFonts w:cs="Arial"/>
          <w:color w:val="000000"/>
          <w:szCs w:val="20"/>
        </w:rPr>
      </w:pPr>
    </w:p>
    <w:p w14:paraId="5EF81348" w14:textId="77777777"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14:paraId="6E089C73" w14:textId="77777777" w:rsidR="00152B31" w:rsidRPr="00D00CBD" w:rsidRDefault="00152B31" w:rsidP="00152B31">
      <w:pPr>
        <w:jc w:val="both"/>
        <w:rPr>
          <w:rFonts w:cs="Arial"/>
          <w:color w:val="000000"/>
          <w:szCs w:val="20"/>
        </w:rPr>
      </w:pPr>
    </w:p>
    <w:p w14:paraId="5B66EC2D" w14:textId="77777777" w:rsidR="000341EF" w:rsidRDefault="000341EF" w:rsidP="00152B31">
      <w:pPr>
        <w:jc w:val="both"/>
        <w:rPr>
          <w:rFonts w:cs="Arial"/>
          <w:color w:val="000000"/>
          <w:szCs w:val="20"/>
        </w:rPr>
      </w:pPr>
    </w:p>
    <w:p w14:paraId="167F52B1" w14:textId="77777777" w:rsidR="00F41CDE" w:rsidRDefault="00F41CDE" w:rsidP="00152B31">
      <w:pPr>
        <w:jc w:val="both"/>
        <w:rPr>
          <w:rFonts w:cs="Arial"/>
          <w:color w:val="000000"/>
          <w:szCs w:val="20"/>
        </w:rPr>
      </w:pPr>
    </w:p>
    <w:p w14:paraId="2D9409B3" w14:textId="77777777"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14:paraId="2344D0C0" w14:textId="77777777" w:rsidR="00152B31" w:rsidRDefault="00152B31" w:rsidP="00152B31">
      <w:pPr>
        <w:jc w:val="both"/>
        <w:rPr>
          <w:rFonts w:cs="Arial"/>
          <w:color w:val="000000"/>
          <w:szCs w:val="20"/>
        </w:rPr>
      </w:pPr>
    </w:p>
    <w:p w14:paraId="22091C7C" w14:textId="77777777" w:rsidR="00F41CDE" w:rsidRDefault="00F41CDE" w:rsidP="00152B31">
      <w:pPr>
        <w:jc w:val="both"/>
        <w:rPr>
          <w:rFonts w:cs="Arial"/>
          <w:color w:val="000000"/>
          <w:szCs w:val="20"/>
        </w:rPr>
      </w:pPr>
    </w:p>
    <w:p w14:paraId="52968681" w14:textId="77777777" w:rsidR="00F41CDE" w:rsidRPr="00D00CBD" w:rsidRDefault="00F41CDE" w:rsidP="00152B31">
      <w:pPr>
        <w:jc w:val="both"/>
        <w:rPr>
          <w:rFonts w:cs="Arial"/>
          <w:color w:val="000000"/>
          <w:szCs w:val="20"/>
        </w:rPr>
      </w:pPr>
    </w:p>
    <w:p w14:paraId="73B2EB4F" w14:textId="77777777" w:rsidR="00152B31" w:rsidRPr="00D00CBD" w:rsidRDefault="00152B31" w:rsidP="00152B31">
      <w:pPr>
        <w:jc w:val="both"/>
        <w:rPr>
          <w:rFonts w:cs="Arial"/>
          <w:color w:val="000000"/>
          <w:szCs w:val="20"/>
        </w:rPr>
      </w:pPr>
    </w:p>
    <w:p w14:paraId="31FA3DD8" w14:textId="77777777"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14:paraId="682362F4" w14:textId="77777777" w:rsidR="00152B31" w:rsidRPr="00D00CBD" w:rsidRDefault="00D34877" w:rsidP="00152B31">
      <w:pPr>
        <w:jc w:val="both"/>
        <w:rPr>
          <w:rFonts w:cs="Arial"/>
          <w:color w:val="000000"/>
          <w:szCs w:val="20"/>
        </w:rPr>
      </w:pPr>
      <w:r>
        <w:rPr>
          <w:rFonts w:cs="Arial"/>
          <w:color w:val="000000"/>
          <w:szCs w:val="20"/>
        </w:rPr>
        <w:t>PhDr. Josef Ševčík</w:t>
      </w:r>
      <w:r w:rsidR="00F41CDE">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Pr>
          <w:rFonts w:cs="Arial"/>
          <w:color w:val="000000"/>
          <w:szCs w:val="20"/>
        </w:rPr>
        <w:tab/>
      </w:r>
      <w:r w:rsidR="00152B31" w:rsidRPr="00665DBD">
        <w:rPr>
          <w:rFonts w:cs="Arial"/>
          <w:color w:val="FF0000"/>
        </w:rPr>
        <w:t>XXXXX XXXXXXXX</w:t>
      </w:r>
    </w:p>
    <w:p w14:paraId="30982287" w14:textId="77777777" w:rsidR="00152B31" w:rsidRPr="00D00CBD" w:rsidRDefault="00D34877" w:rsidP="00152B31">
      <w:pPr>
        <w:jc w:val="both"/>
        <w:rPr>
          <w:rFonts w:cs="Arial"/>
          <w:color w:val="000000"/>
          <w:szCs w:val="20"/>
        </w:rPr>
      </w:pPr>
      <w:r>
        <w:rPr>
          <w:rFonts w:cs="Arial"/>
          <w:color w:val="000000"/>
          <w:szCs w:val="20"/>
        </w:rPr>
        <w:t>ředitel</w:t>
      </w:r>
    </w:p>
    <w:p w14:paraId="5771607F" w14:textId="77777777"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FBAE8" w14:textId="77777777" w:rsidR="00AC7FBA" w:rsidRDefault="00AC7FBA">
      <w:r>
        <w:separator/>
      </w:r>
    </w:p>
  </w:endnote>
  <w:endnote w:type="continuationSeparator" w:id="0">
    <w:p w14:paraId="3803339C" w14:textId="77777777" w:rsidR="00AC7FBA" w:rsidRDefault="00AC7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6B056" w14:textId="77777777" w:rsidR="00AC7FBA" w:rsidRPr="003F20CC" w:rsidRDefault="00AC7FBA" w:rsidP="0086073D">
    <w:pPr>
      <w:pStyle w:val="Zpat"/>
      <w:framePr w:wrap="around" w:vAnchor="text" w:hAnchor="margin" w:xAlign="right" w:y="1"/>
    </w:pPr>
    <w:r w:rsidRPr="003F20CC">
      <w:fldChar w:fldCharType="begin"/>
    </w:r>
    <w:r w:rsidRPr="003F20CC">
      <w:instrText xml:space="preserve">PAGE  </w:instrText>
    </w:r>
    <w:r w:rsidRPr="003F20CC">
      <w:fldChar w:fldCharType="end"/>
    </w:r>
  </w:p>
  <w:p w14:paraId="67E79EFE" w14:textId="77777777" w:rsidR="00AC7FBA" w:rsidRPr="003F20CC" w:rsidRDefault="00AC7FBA"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92FEC" w14:textId="77777777" w:rsidR="00AC7FBA" w:rsidRPr="003F20CC" w:rsidRDefault="00AC7FBA" w:rsidP="0086073D">
    <w:pPr>
      <w:pStyle w:val="Zpat"/>
      <w:framePr w:wrap="around" w:vAnchor="text" w:hAnchor="margin" w:xAlign="right" w:y="1"/>
      <w:rPr>
        <w:rFonts w:ascii="Arial" w:hAnsi="Arial" w:cs="Arial"/>
        <w:sz w:val="20"/>
        <w:szCs w:val="20"/>
      </w:rPr>
    </w:pPr>
    <w:r w:rsidRPr="003F20CC">
      <w:rPr>
        <w:rFonts w:ascii="Arial" w:hAnsi="Arial" w:cs="Arial"/>
        <w:sz w:val="20"/>
        <w:szCs w:val="20"/>
      </w:rPr>
      <w:fldChar w:fldCharType="begin"/>
    </w:r>
    <w:r w:rsidRPr="003F20CC">
      <w:rPr>
        <w:rFonts w:ascii="Arial" w:hAnsi="Arial" w:cs="Arial"/>
        <w:sz w:val="20"/>
        <w:szCs w:val="20"/>
      </w:rPr>
      <w:instrText xml:space="preserve">PAGE  </w:instrText>
    </w:r>
    <w:r w:rsidRPr="003F20CC">
      <w:rPr>
        <w:rFonts w:ascii="Arial" w:hAnsi="Arial" w:cs="Arial"/>
        <w:sz w:val="20"/>
        <w:szCs w:val="20"/>
      </w:rPr>
      <w:fldChar w:fldCharType="separate"/>
    </w:r>
    <w:r w:rsidR="00EB3C2F">
      <w:rPr>
        <w:rFonts w:ascii="Arial" w:hAnsi="Arial" w:cs="Arial"/>
        <w:noProof/>
        <w:sz w:val="20"/>
        <w:szCs w:val="20"/>
      </w:rPr>
      <w:t>4</w:t>
    </w:r>
    <w:r w:rsidRPr="003F20CC">
      <w:rPr>
        <w:rFonts w:ascii="Arial" w:hAnsi="Arial" w:cs="Arial"/>
        <w:sz w:val="20"/>
        <w:szCs w:val="20"/>
      </w:rPr>
      <w:fldChar w:fldCharType="end"/>
    </w:r>
  </w:p>
  <w:p w14:paraId="15301EE5" w14:textId="2B940C83" w:rsidR="00AC7FBA" w:rsidRPr="003F20CC" w:rsidRDefault="00AC7FBA" w:rsidP="0086073D">
    <w:pPr>
      <w:ind w:firstLine="360"/>
      <w:jc w:val="center"/>
      <w:rPr>
        <w:rFonts w:cs="Arial"/>
        <w:sz w:val="16"/>
      </w:rPr>
    </w:pPr>
    <w:r w:rsidRPr="003F20CC">
      <w:rPr>
        <w:rFonts w:cs="Arial"/>
        <w:sz w:val="16"/>
      </w:rPr>
      <w:t>„Opra</w:t>
    </w:r>
    <w:r w:rsidR="00BB44E0">
      <w:rPr>
        <w:rFonts w:cs="Arial"/>
        <w:sz w:val="16"/>
      </w:rPr>
      <w:t xml:space="preserve">va chodníků města Uherský Brod </w:t>
    </w:r>
    <w:r w:rsidRPr="003F20CC">
      <w:rPr>
        <w:rFonts w:cs="Arial"/>
        <w:sz w:val="16"/>
      </w:rPr>
      <w:t>2026“</w:t>
    </w:r>
  </w:p>
  <w:p w14:paraId="721DE678" w14:textId="1858F7A6" w:rsidR="00AC7FBA" w:rsidRPr="00BD0B14" w:rsidRDefault="00AC7FBA" w:rsidP="0086073D">
    <w:pPr>
      <w:ind w:firstLine="360"/>
      <w:jc w:val="center"/>
      <w:rPr>
        <w:rFonts w:cs="Arial"/>
        <w:sz w:val="16"/>
      </w:rPr>
    </w:pPr>
    <w:r w:rsidRPr="003F20CC">
      <w:rPr>
        <w:rFonts w:cs="Arial"/>
        <w:sz w:val="16"/>
      </w:rPr>
      <w:t xml:space="preserve">část </w:t>
    </w:r>
    <w:r>
      <w:rPr>
        <w:rFonts w:cs="Arial"/>
        <w:sz w:val="16"/>
      </w:rPr>
      <w:t>3</w:t>
    </w:r>
  </w:p>
  <w:p w14:paraId="001F7B0A" w14:textId="77777777" w:rsidR="00AC7FBA" w:rsidRPr="00915907" w:rsidRDefault="00AC7FBA"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07085" w14:textId="77777777" w:rsidR="00AC7FBA" w:rsidRDefault="00AC7FBA">
      <w:r>
        <w:separator/>
      </w:r>
    </w:p>
  </w:footnote>
  <w:footnote w:type="continuationSeparator" w:id="0">
    <w:p w14:paraId="4302A11B" w14:textId="77777777" w:rsidR="00AC7FBA" w:rsidRDefault="00AC7F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3EDF"/>
    <w:rsid w:val="00025BE7"/>
    <w:rsid w:val="000341EF"/>
    <w:rsid w:val="00072D4D"/>
    <w:rsid w:val="00074676"/>
    <w:rsid w:val="000B4D1D"/>
    <w:rsid w:val="000C041D"/>
    <w:rsid w:val="000E2DE7"/>
    <w:rsid w:val="0011261D"/>
    <w:rsid w:val="00122E83"/>
    <w:rsid w:val="00132A2F"/>
    <w:rsid w:val="00152B31"/>
    <w:rsid w:val="00153DAA"/>
    <w:rsid w:val="001B090A"/>
    <w:rsid w:val="001D75C6"/>
    <w:rsid w:val="00211F70"/>
    <w:rsid w:val="00214958"/>
    <w:rsid w:val="00266A74"/>
    <w:rsid w:val="002947B8"/>
    <w:rsid w:val="00294E86"/>
    <w:rsid w:val="002C40E0"/>
    <w:rsid w:val="002D28ED"/>
    <w:rsid w:val="00302BA6"/>
    <w:rsid w:val="0030795B"/>
    <w:rsid w:val="003244EF"/>
    <w:rsid w:val="003639E7"/>
    <w:rsid w:val="003666D0"/>
    <w:rsid w:val="00392B06"/>
    <w:rsid w:val="003A20E9"/>
    <w:rsid w:val="003D7D0F"/>
    <w:rsid w:val="003E2304"/>
    <w:rsid w:val="003F20CC"/>
    <w:rsid w:val="004165F8"/>
    <w:rsid w:val="004243E6"/>
    <w:rsid w:val="00430670"/>
    <w:rsid w:val="00431CEE"/>
    <w:rsid w:val="00471525"/>
    <w:rsid w:val="004842C2"/>
    <w:rsid w:val="00491218"/>
    <w:rsid w:val="004C177A"/>
    <w:rsid w:val="004C54F4"/>
    <w:rsid w:val="004E09D7"/>
    <w:rsid w:val="004F5C10"/>
    <w:rsid w:val="00515D1D"/>
    <w:rsid w:val="0053161F"/>
    <w:rsid w:val="005349A5"/>
    <w:rsid w:val="00591194"/>
    <w:rsid w:val="005A1060"/>
    <w:rsid w:val="005B02D2"/>
    <w:rsid w:val="005B59FF"/>
    <w:rsid w:val="005C50F5"/>
    <w:rsid w:val="00610E19"/>
    <w:rsid w:val="0066144F"/>
    <w:rsid w:val="00685929"/>
    <w:rsid w:val="006E303B"/>
    <w:rsid w:val="006E3EAB"/>
    <w:rsid w:val="00725226"/>
    <w:rsid w:val="0073370C"/>
    <w:rsid w:val="007F1B40"/>
    <w:rsid w:val="00804559"/>
    <w:rsid w:val="008106C8"/>
    <w:rsid w:val="008175FD"/>
    <w:rsid w:val="00821AFC"/>
    <w:rsid w:val="008322FE"/>
    <w:rsid w:val="0086073D"/>
    <w:rsid w:val="00875CF3"/>
    <w:rsid w:val="0088256C"/>
    <w:rsid w:val="00883F14"/>
    <w:rsid w:val="0088551E"/>
    <w:rsid w:val="008A6EF5"/>
    <w:rsid w:val="008C558A"/>
    <w:rsid w:val="008D2B54"/>
    <w:rsid w:val="008E45AD"/>
    <w:rsid w:val="00913728"/>
    <w:rsid w:val="009262B6"/>
    <w:rsid w:val="009648DE"/>
    <w:rsid w:val="0097039A"/>
    <w:rsid w:val="00975ACF"/>
    <w:rsid w:val="00996C74"/>
    <w:rsid w:val="009B1565"/>
    <w:rsid w:val="009C34FF"/>
    <w:rsid w:val="009E030B"/>
    <w:rsid w:val="00A1045D"/>
    <w:rsid w:val="00A162B6"/>
    <w:rsid w:val="00A16682"/>
    <w:rsid w:val="00A6270B"/>
    <w:rsid w:val="00A65B58"/>
    <w:rsid w:val="00A81127"/>
    <w:rsid w:val="00AC7FBA"/>
    <w:rsid w:val="00AE00D2"/>
    <w:rsid w:val="00B44830"/>
    <w:rsid w:val="00BA213D"/>
    <w:rsid w:val="00BB44E0"/>
    <w:rsid w:val="00BD417C"/>
    <w:rsid w:val="00BD6D73"/>
    <w:rsid w:val="00C34648"/>
    <w:rsid w:val="00C452B7"/>
    <w:rsid w:val="00CA7A33"/>
    <w:rsid w:val="00D14848"/>
    <w:rsid w:val="00D34877"/>
    <w:rsid w:val="00D42680"/>
    <w:rsid w:val="00D6011C"/>
    <w:rsid w:val="00D72287"/>
    <w:rsid w:val="00D961E6"/>
    <w:rsid w:val="00DD4386"/>
    <w:rsid w:val="00E0136E"/>
    <w:rsid w:val="00E31703"/>
    <w:rsid w:val="00E46C61"/>
    <w:rsid w:val="00E7474D"/>
    <w:rsid w:val="00E90F75"/>
    <w:rsid w:val="00E97E8E"/>
    <w:rsid w:val="00EA4504"/>
    <w:rsid w:val="00EB3C2F"/>
    <w:rsid w:val="00EF5FD8"/>
    <w:rsid w:val="00F3647A"/>
    <w:rsid w:val="00F41CDE"/>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AE21"/>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AB5AB-2456-41F3-8D5E-63959B8E1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B2BD963E</Template>
  <TotalTime>550</TotalTime>
  <Pages>12</Pages>
  <Words>4734</Words>
  <Characters>27937</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Borovský Rostislav, Bc.</cp:lastModifiedBy>
  <cp:revision>78</cp:revision>
  <dcterms:created xsi:type="dcterms:W3CDTF">2020-03-03T11:08:00Z</dcterms:created>
  <dcterms:modified xsi:type="dcterms:W3CDTF">2026-02-25T08:00:00Z</dcterms:modified>
</cp:coreProperties>
</file>